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A94" w:rsidRDefault="001B5A94" w:rsidP="00813B09">
      <w:pPr>
        <w:ind w:right="-511"/>
        <w:jc w:val="both"/>
        <w:rPr>
          <w:rFonts w:eastAsia="Times New Roman" w:cs="Times New Roman"/>
          <w:b/>
          <w:szCs w:val="22"/>
          <w:lang w:eastAsia="de-DE"/>
        </w:rPr>
      </w:pPr>
    </w:p>
    <w:p w:rsidR="00813B09" w:rsidRPr="00D34322" w:rsidRDefault="00813B09" w:rsidP="00813B09">
      <w:pPr>
        <w:ind w:right="-511"/>
        <w:jc w:val="both"/>
        <w:rPr>
          <w:rFonts w:eastAsia="Times New Roman" w:cs="Times New Roman"/>
          <w:b/>
          <w:szCs w:val="22"/>
          <w:lang w:eastAsia="de-DE"/>
        </w:rPr>
      </w:pPr>
      <w:r w:rsidRPr="00D34322">
        <w:rPr>
          <w:rFonts w:eastAsia="Times New Roman" w:cs="Times New Roman"/>
          <w:b/>
          <w:szCs w:val="22"/>
          <w:lang w:eastAsia="de-DE"/>
        </w:rPr>
        <w:t>Niederschrift</w:t>
      </w:r>
    </w:p>
    <w:p w:rsidR="00813B09" w:rsidRPr="00D34322" w:rsidRDefault="00950403" w:rsidP="00813B09">
      <w:pPr>
        <w:pBdr>
          <w:bottom w:val="single" w:sz="12" w:space="1" w:color="auto"/>
        </w:pBdr>
        <w:ind w:right="-169"/>
        <w:jc w:val="both"/>
        <w:rPr>
          <w:rFonts w:eastAsia="Times New Roman" w:cs="Times New Roman"/>
          <w:b/>
          <w:szCs w:val="22"/>
          <w:lang w:eastAsia="de-DE"/>
        </w:rPr>
      </w:pPr>
      <w:r>
        <w:rPr>
          <w:rFonts w:eastAsia="Times New Roman" w:cs="Times New Roman"/>
          <w:b/>
          <w:szCs w:val="22"/>
          <w:lang w:eastAsia="de-DE"/>
        </w:rPr>
        <w:t>d</w:t>
      </w:r>
      <w:r w:rsidR="00813B09" w:rsidRPr="00D34322">
        <w:rPr>
          <w:rFonts w:eastAsia="Times New Roman" w:cs="Times New Roman"/>
          <w:b/>
          <w:szCs w:val="22"/>
          <w:lang w:eastAsia="de-DE"/>
        </w:rPr>
        <w:t>er</w:t>
      </w:r>
      <w:r w:rsidR="002F2055">
        <w:rPr>
          <w:rFonts w:eastAsia="Times New Roman" w:cs="Times New Roman"/>
          <w:b/>
          <w:szCs w:val="22"/>
          <w:lang w:eastAsia="de-DE"/>
        </w:rPr>
        <w:t xml:space="preserve"> </w:t>
      </w:r>
      <w:r w:rsidR="008879AF">
        <w:rPr>
          <w:rFonts w:eastAsia="Times New Roman" w:cs="Times New Roman"/>
          <w:b/>
          <w:szCs w:val="22"/>
          <w:lang w:eastAsia="de-DE"/>
        </w:rPr>
        <w:t>2</w:t>
      </w:r>
      <w:r w:rsidR="00F00DD9">
        <w:rPr>
          <w:rFonts w:eastAsia="Times New Roman" w:cs="Times New Roman"/>
          <w:b/>
          <w:szCs w:val="22"/>
          <w:lang w:eastAsia="de-DE"/>
        </w:rPr>
        <w:t>1</w:t>
      </w:r>
      <w:r w:rsidR="0072023E">
        <w:rPr>
          <w:rFonts w:eastAsia="Times New Roman" w:cs="Times New Roman"/>
          <w:b/>
          <w:szCs w:val="22"/>
          <w:lang w:eastAsia="de-DE"/>
        </w:rPr>
        <w:t>.</w:t>
      </w:r>
      <w:r w:rsidR="00813B09" w:rsidRPr="00D34322">
        <w:rPr>
          <w:rFonts w:eastAsia="Times New Roman" w:cs="Times New Roman"/>
          <w:b/>
          <w:szCs w:val="22"/>
          <w:lang w:eastAsia="de-DE"/>
        </w:rPr>
        <w:t xml:space="preserve"> Sitzung de</w:t>
      </w:r>
      <w:r w:rsidR="00D07F41">
        <w:rPr>
          <w:rFonts w:eastAsia="Times New Roman" w:cs="Times New Roman"/>
          <w:b/>
          <w:szCs w:val="22"/>
          <w:lang w:eastAsia="de-DE"/>
        </w:rPr>
        <w:t>s</w:t>
      </w:r>
      <w:r w:rsidR="007E5C1D">
        <w:rPr>
          <w:rFonts w:eastAsia="Times New Roman" w:cs="Times New Roman"/>
          <w:b/>
          <w:szCs w:val="22"/>
          <w:lang w:eastAsia="de-DE"/>
        </w:rPr>
        <w:t xml:space="preserve"> </w:t>
      </w:r>
      <w:r w:rsidR="00D07F41">
        <w:rPr>
          <w:rFonts w:eastAsia="Times New Roman" w:cs="Times New Roman"/>
          <w:b/>
          <w:szCs w:val="22"/>
          <w:lang w:eastAsia="de-DE"/>
        </w:rPr>
        <w:t>Finanz-</w:t>
      </w:r>
      <w:r w:rsidR="00163BE8">
        <w:rPr>
          <w:rFonts w:eastAsia="Times New Roman" w:cs="Times New Roman"/>
          <w:b/>
          <w:szCs w:val="22"/>
          <w:lang w:eastAsia="de-DE"/>
        </w:rPr>
        <w:t>,</w:t>
      </w:r>
      <w:r w:rsidR="00D07F41">
        <w:rPr>
          <w:rFonts w:eastAsia="Times New Roman" w:cs="Times New Roman"/>
          <w:b/>
          <w:szCs w:val="22"/>
          <w:lang w:eastAsia="de-DE"/>
        </w:rPr>
        <w:t xml:space="preserve"> Wirtschafts- und </w:t>
      </w:r>
      <w:r w:rsidR="005C3524">
        <w:rPr>
          <w:rFonts w:eastAsia="Times New Roman" w:cs="Times New Roman"/>
          <w:b/>
          <w:szCs w:val="22"/>
          <w:lang w:eastAsia="de-DE"/>
        </w:rPr>
        <w:t xml:space="preserve">Tourismusausschusses </w:t>
      </w:r>
      <w:r w:rsidR="00F76C5B" w:rsidRPr="00D34322">
        <w:rPr>
          <w:rFonts w:eastAsia="Times New Roman" w:cs="Times New Roman"/>
          <w:b/>
          <w:szCs w:val="22"/>
          <w:lang w:eastAsia="de-DE"/>
        </w:rPr>
        <w:t xml:space="preserve">Am Mellensee am </w:t>
      </w:r>
      <w:r w:rsidR="005C3524">
        <w:rPr>
          <w:rFonts w:eastAsia="Times New Roman" w:cs="Times New Roman"/>
          <w:b/>
          <w:szCs w:val="22"/>
          <w:lang w:eastAsia="de-DE"/>
        </w:rPr>
        <w:t>Montag</w:t>
      </w:r>
      <w:r w:rsidR="00F76C5B" w:rsidRPr="00D34322">
        <w:rPr>
          <w:rFonts w:eastAsia="Times New Roman" w:cs="Times New Roman"/>
          <w:b/>
          <w:szCs w:val="22"/>
          <w:lang w:eastAsia="de-DE"/>
        </w:rPr>
        <w:t xml:space="preserve">, dem </w:t>
      </w:r>
      <w:r w:rsidR="008879AF">
        <w:rPr>
          <w:rFonts w:eastAsia="Times New Roman" w:cs="Times New Roman"/>
          <w:b/>
          <w:szCs w:val="22"/>
          <w:lang w:eastAsia="de-DE"/>
        </w:rPr>
        <w:t>2</w:t>
      </w:r>
      <w:r w:rsidR="00F00DD9">
        <w:rPr>
          <w:rFonts w:eastAsia="Times New Roman" w:cs="Times New Roman"/>
          <w:b/>
          <w:szCs w:val="22"/>
          <w:lang w:eastAsia="de-DE"/>
        </w:rPr>
        <w:t>9</w:t>
      </w:r>
      <w:r w:rsidR="008879AF">
        <w:rPr>
          <w:rFonts w:eastAsia="Times New Roman" w:cs="Times New Roman"/>
          <w:b/>
          <w:szCs w:val="22"/>
          <w:lang w:eastAsia="de-DE"/>
        </w:rPr>
        <w:t>.0</w:t>
      </w:r>
      <w:r w:rsidR="00F00DD9">
        <w:rPr>
          <w:rFonts w:eastAsia="Times New Roman" w:cs="Times New Roman"/>
          <w:b/>
          <w:szCs w:val="22"/>
          <w:lang w:eastAsia="de-DE"/>
        </w:rPr>
        <w:t>5</w:t>
      </w:r>
      <w:r w:rsidR="00CF6693">
        <w:rPr>
          <w:rFonts w:eastAsia="Times New Roman" w:cs="Times New Roman"/>
          <w:b/>
          <w:szCs w:val="22"/>
          <w:lang w:eastAsia="de-DE"/>
        </w:rPr>
        <w:t>.2017</w:t>
      </w:r>
      <w:r>
        <w:rPr>
          <w:rFonts w:eastAsia="Times New Roman" w:cs="Times New Roman"/>
          <w:b/>
          <w:szCs w:val="22"/>
          <w:lang w:eastAsia="de-DE"/>
        </w:rPr>
        <w:t xml:space="preserve"> </w:t>
      </w:r>
      <w:r w:rsidR="00EE0C1D">
        <w:rPr>
          <w:rFonts w:eastAsia="Times New Roman" w:cs="Times New Roman"/>
          <w:b/>
          <w:szCs w:val="22"/>
          <w:lang w:eastAsia="de-DE"/>
        </w:rPr>
        <w:t xml:space="preserve">in der </w:t>
      </w:r>
      <w:r w:rsidR="00284303">
        <w:rPr>
          <w:rFonts w:eastAsia="Times New Roman" w:cs="Times New Roman"/>
          <w:b/>
          <w:szCs w:val="22"/>
          <w:lang w:eastAsia="de-DE"/>
        </w:rPr>
        <w:t>Gemeinde</w:t>
      </w:r>
      <w:r>
        <w:rPr>
          <w:rFonts w:eastAsia="Times New Roman" w:cs="Times New Roman"/>
          <w:b/>
          <w:szCs w:val="22"/>
          <w:lang w:eastAsia="de-DE"/>
        </w:rPr>
        <w:t xml:space="preserve"> </w:t>
      </w:r>
      <w:r w:rsidR="00284303">
        <w:rPr>
          <w:rFonts w:eastAsia="Times New Roman" w:cs="Times New Roman"/>
          <w:b/>
          <w:szCs w:val="22"/>
          <w:lang w:eastAsia="de-DE"/>
        </w:rPr>
        <w:t>A</w:t>
      </w:r>
      <w:r w:rsidR="00EE0C1D">
        <w:rPr>
          <w:rFonts w:eastAsia="Times New Roman" w:cs="Times New Roman"/>
          <w:b/>
          <w:szCs w:val="22"/>
          <w:lang w:eastAsia="de-DE"/>
        </w:rPr>
        <w:t>m Mellensee</w:t>
      </w:r>
      <w:r w:rsidR="00B9550B">
        <w:rPr>
          <w:rFonts w:eastAsia="Times New Roman" w:cs="Times New Roman"/>
          <w:b/>
          <w:szCs w:val="22"/>
          <w:lang w:eastAsia="de-DE"/>
        </w:rPr>
        <w:t>,</w:t>
      </w:r>
      <w:r>
        <w:rPr>
          <w:rFonts w:eastAsia="Times New Roman" w:cs="Times New Roman"/>
          <w:b/>
          <w:szCs w:val="22"/>
          <w:lang w:eastAsia="de-DE"/>
        </w:rPr>
        <w:t xml:space="preserve"> </w:t>
      </w:r>
      <w:r w:rsidR="00284303">
        <w:rPr>
          <w:rFonts w:eastAsia="Times New Roman" w:cs="Times New Roman"/>
          <w:b/>
          <w:szCs w:val="22"/>
          <w:lang w:eastAsia="de-DE"/>
        </w:rPr>
        <w:t>Zossener Str. 21c</w:t>
      </w:r>
      <w:r w:rsidR="00EE0C1D">
        <w:rPr>
          <w:rFonts w:eastAsia="Times New Roman" w:cs="Times New Roman"/>
          <w:b/>
          <w:szCs w:val="22"/>
          <w:lang w:eastAsia="de-DE"/>
        </w:rPr>
        <w:t>, 15838 Am Mellensee</w:t>
      </w:r>
    </w:p>
    <w:p w:rsidR="00923288" w:rsidRDefault="00923288" w:rsidP="00813B09">
      <w:pPr>
        <w:keepNext/>
        <w:jc w:val="both"/>
        <w:outlineLvl w:val="0"/>
        <w:rPr>
          <w:rFonts w:eastAsia="Times New Roman" w:cs="Times New Roman"/>
          <w:b/>
          <w:szCs w:val="22"/>
          <w:lang w:eastAsia="de-DE"/>
        </w:rPr>
      </w:pPr>
    </w:p>
    <w:p w:rsidR="00813B09" w:rsidRPr="00D34322" w:rsidRDefault="005C3524" w:rsidP="00813B09">
      <w:pPr>
        <w:keepNext/>
        <w:jc w:val="both"/>
        <w:outlineLvl w:val="0"/>
        <w:rPr>
          <w:rFonts w:eastAsia="Times New Roman" w:cs="Times New Roman"/>
          <w:b/>
          <w:szCs w:val="22"/>
          <w:lang w:eastAsia="de-DE"/>
        </w:rPr>
      </w:pPr>
      <w:r>
        <w:rPr>
          <w:rFonts w:eastAsia="Times New Roman" w:cs="Times New Roman"/>
          <w:b/>
          <w:szCs w:val="22"/>
          <w:lang w:eastAsia="de-DE"/>
        </w:rPr>
        <w:t>Ö</w:t>
      </w:r>
      <w:r w:rsidR="00813B09" w:rsidRPr="00D34322">
        <w:rPr>
          <w:rFonts w:eastAsia="Times New Roman" w:cs="Times New Roman"/>
          <w:b/>
          <w:szCs w:val="22"/>
          <w:lang w:eastAsia="de-DE"/>
        </w:rPr>
        <w:t>ffentlicher Teil</w:t>
      </w:r>
    </w:p>
    <w:p w:rsidR="00813B09" w:rsidRPr="00D34322" w:rsidRDefault="00813B09" w:rsidP="00813B09">
      <w:pPr>
        <w:jc w:val="both"/>
        <w:rPr>
          <w:rFonts w:eastAsia="Times New Roman" w:cs="Times New Roman"/>
          <w:szCs w:val="22"/>
          <w:lang w:eastAsia="de-DE"/>
        </w:rPr>
      </w:pPr>
    </w:p>
    <w:p w:rsidR="00813B09" w:rsidRDefault="00813B09" w:rsidP="00813B09">
      <w:pPr>
        <w:jc w:val="both"/>
        <w:rPr>
          <w:rFonts w:eastAsia="Times New Roman" w:cs="Times New Roman"/>
          <w:szCs w:val="22"/>
          <w:lang w:eastAsia="de-DE"/>
        </w:rPr>
      </w:pPr>
      <w:r w:rsidRPr="00D34322">
        <w:rPr>
          <w:rFonts w:eastAsia="Times New Roman" w:cs="Times New Roman"/>
          <w:szCs w:val="22"/>
          <w:lang w:eastAsia="de-DE"/>
        </w:rPr>
        <w:t xml:space="preserve">Beginn: </w:t>
      </w:r>
      <w:r w:rsidRPr="00D34322">
        <w:rPr>
          <w:rFonts w:eastAsia="Times New Roman" w:cs="Times New Roman"/>
          <w:szCs w:val="22"/>
          <w:lang w:eastAsia="de-DE"/>
        </w:rPr>
        <w:tab/>
      </w:r>
      <w:r w:rsidRPr="00D34322">
        <w:rPr>
          <w:rFonts w:eastAsia="Times New Roman" w:cs="Times New Roman"/>
          <w:szCs w:val="22"/>
          <w:lang w:eastAsia="de-DE"/>
        </w:rPr>
        <w:tab/>
      </w:r>
      <w:r w:rsidRPr="00D34322">
        <w:rPr>
          <w:rFonts w:eastAsia="Times New Roman" w:cs="Times New Roman"/>
          <w:szCs w:val="22"/>
          <w:lang w:eastAsia="de-DE"/>
        </w:rPr>
        <w:tab/>
      </w:r>
      <w:r w:rsidRPr="00D34322">
        <w:rPr>
          <w:rFonts w:eastAsia="Times New Roman" w:cs="Times New Roman"/>
          <w:szCs w:val="22"/>
          <w:lang w:eastAsia="de-DE"/>
        </w:rPr>
        <w:tab/>
      </w:r>
      <w:r w:rsidR="00B206D5">
        <w:rPr>
          <w:rFonts w:eastAsia="Times New Roman" w:cs="Times New Roman"/>
          <w:szCs w:val="22"/>
          <w:lang w:eastAsia="de-DE"/>
        </w:rPr>
        <w:t>19:</w:t>
      </w:r>
      <w:r w:rsidR="005C3524">
        <w:rPr>
          <w:rFonts w:eastAsia="Times New Roman" w:cs="Times New Roman"/>
          <w:szCs w:val="22"/>
          <w:lang w:eastAsia="de-DE"/>
        </w:rPr>
        <w:t>00</w:t>
      </w:r>
      <w:r w:rsidR="00A01421" w:rsidRPr="00D34322">
        <w:rPr>
          <w:rFonts w:eastAsia="Times New Roman" w:cs="Times New Roman"/>
          <w:szCs w:val="22"/>
          <w:lang w:eastAsia="de-DE"/>
        </w:rPr>
        <w:t xml:space="preserve"> Uhr</w:t>
      </w:r>
      <w:r w:rsidR="00A01421" w:rsidRPr="00D34322">
        <w:rPr>
          <w:rFonts w:eastAsia="Times New Roman" w:cs="Times New Roman"/>
          <w:szCs w:val="22"/>
          <w:lang w:eastAsia="de-DE"/>
        </w:rPr>
        <w:tab/>
      </w:r>
      <w:r w:rsidR="00A01421" w:rsidRPr="00D34322">
        <w:rPr>
          <w:rFonts w:eastAsia="Times New Roman" w:cs="Times New Roman"/>
          <w:szCs w:val="22"/>
          <w:lang w:eastAsia="de-DE"/>
        </w:rPr>
        <w:tab/>
      </w:r>
      <w:r w:rsidR="00137398">
        <w:rPr>
          <w:rFonts w:eastAsia="Times New Roman" w:cs="Times New Roman"/>
          <w:szCs w:val="22"/>
          <w:lang w:eastAsia="de-DE"/>
        </w:rPr>
        <w:tab/>
      </w:r>
      <w:r w:rsidR="00E84BF1">
        <w:rPr>
          <w:rFonts w:eastAsia="Times New Roman" w:cs="Times New Roman"/>
          <w:szCs w:val="22"/>
          <w:lang w:eastAsia="de-DE"/>
        </w:rPr>
        <w:tab/>
      </w:r>
      <w:r w:rsidR="002F4C0A">
        <w:rPr>
          <w:rFonts w:eastAsia="Times New Roman" w:cs="Times New Roman"/>
          <w:szCs w:val="22"/>
          <w:lang w:eastAsia="de-DE"/>
        </w:rPr>
        <w:t xml:space="preserve"> </w:t>
      </w:r>
      <w:r w:rsidR="00A01421" w:rsidRPr="00D34322">
        <w:rPr>
          <w:rFonts w:eastAsia="Times New Roman" w:cs="Times New Roman"/>
          <w:szCs w:val="22"/>
          <w:lang w:eastAsia="de-DE"/>
        </w:rPr>
        <w:t>Ende:</w:t>
      </w:r>
      <w:r w:rsidR="00121CA2">
        <w:rPr>
          <w:rFonts w:eastAsia="Times New Roman" w:cs="Times New Roman"/>
          <w:szCs w:val="22"/>
          <w:lang w:eastAsia="de-DE"/>
        </w:rPr>
        <w:t xml:space="preserve"> </w:t>
      </w:r>
      <w:r w:rsidR="00D03972">
        <w:rPr>
          <w:rFonts w:eastAsia="Times New Roman" w:cs="Times New Roman"/>
          <w:szCs w:val="22"/>
          <w:lang w:eastAsia="de-DE"/>
        </w:rPr>
        <w:t>19:14</w:t>
      </w:r>
      <w:r w:rsidR="0095640A">
        <w:rPr>
          <w:rFonts w:eastAsia="Times New Roman" w:cs="Times New Roman"/>
          <w:szCs w:val="22"/>
          <w:lang w:eastAsia="de-DE"/>
        </w:rPr>
        <w:t xml:space="preserve"> </w:t>
      </w:r>
      <w:r w:rsidR="00F62599">
        <w:rPr>
          <w:rFonts w:eastAsia="Times New Roman" w:cs="Times New Roman"/>
          <w:szCs w:val="22"/>
          <w:lang w:eastAsia="de-DE"/>
        </w:rPr>
        <w:t>Uhr</w:t>
      </w:r>
    </w:p>
    <w:p w:rsidR="00263F6C" w:rsidRDefault="00263F6C" w:rsidP="00813B09">
      <w:pPr>
        <w:jc w:val="both"/>
        <w:rPr>
          <w:rFonts w:eastAsia="Times New Roman" w:cs="Times New Roman"/>
          <w:szCs w:val="22"/>
          <w:lang w:eastAsia="de-DE"/>
        </w:rPr>
      </w:pPr>
    </w:p>
    <w:p w:rsidR="00263F6C" w:rsidRDefault="00263F6C" w:rsidP="00263F6C">
      <w:pPr>
        <w:jc w:val="both"/>
        <w:rPr>
          <w:rFonts w:eastAsia="Times New Roman" w:cs="Times New Roman"/>
          <w:b/>
          <w:szCs w:val="22"/>
          <w:lang w:eastAsia="de-DE"/>
        </w:rPr>
      </w:pPr>
      <w:r>
        <w:rPr>
          <w:rFonts w:eastAsia="Times New Roman" w:cs="Times New Roman"/>
          <w:szCs w:val="22"/>
          <w:lang w:eastAsia="de-DE"/>
        </w:rPr>
        <w:t xml:space="preserve">Teilnehmer: </w:t>
      </w:r>
      <w:r>
        <w:rPr>
          <w:rFonts w:eastAsia="Times New Roman" w:cs="Times New Roman"/>
          <w:szCs w:val="22"/>
          <w:lang w:eastAsia="de-DE"/>
        </w:rPr>
        <w:tab/>
      </w:r>
      <w:r>
        <w:rPr>
          <w:rFonts w:eastAsia="Times New Roman" w:cs="Times New Roman"/>
          <w:szCs w:val="22"/>
          <w:lang w:eastAsia="de-DE"/>
        </w:rPr>
        <w:tab/>
      </w:r>
      <w:r>
        <w:rPr>
          <w:rFonts w:eastAsia="Times New Roman" w:cs="Times New Roman"/>
          <w:szCs w:val="22"/>
          <w:lang w:eastAsia="de-DE"/>
        </w:rPr>
        <w:tab/>
      </w:r>
      <w:r>
        <w:rPr>
          <w:rFonts w:eastAsia="Times New Roman" w:cs="Times New Roman"/>
          <w:szCs w:val="22"/>
          <w:lang w:eastAsia="de-DE"/>
        </w:rPr>
        <w:tab/>
      </w:r>
      <w:r w:rsidRPr="00D34322">
        <w:rPr>
          <w:rFonts w:eastAsia="Times New Roman" w:cs="Times New Roman"/>
          <w:b/>
          <w:szCs w:val="22"/>
          <w:lang w:eastAsia="de-DE"/>
        </w:rPr>
        <w:t>Fraktion CDU</w:t>
      </w:r>
      <w:r>
        <w:rPr>
          <w:rFonts w:eastAsia="Times New Roman" w:cs="Times New Roman"/>
          <w:b/>
          <w:szCs w:val="22"/>
          <w:lang w:eastAsia="de-DE"/>
        </w:rPr>
        <w:t xml:space="preserve"> / FW</w:t>
      </w:r>
    </w:p>
    <w:p w:rsidR="0095640A" w:rsidRPr="0095640A" w:rsidRDefault="0095640A" w:rsidP="00263F6C">
      <w:pPr>
        <w:jc w:val="both"/>
        <w:rPr>
          <w:rFonts w:eastAsia="Times New Roman" w:cs="Times New Roman"/>
          <w:szCs w:val="22"/>
          <w:lang w:eastAsia="de-DE"/>
        </w:rPr>
      </w:pPr>
      <w:r>
        <w:rPr>
          <w:rFonts w:eastAsia="Times New Roman" w:cs="Times New Roman"/>
          <w:b/>
          <w:szCs w:val="22"/>
          <w:lang w:eastAsia="de-DE"/>
        </w:rPr>
        <w:tab/>
      </w:r>
      <w:r>
        <w:rPr>
          <w:rFonts w:eastAsia="Times New Roman" w:cs="Times New Roman"/>
          <w:b/>
          <w:szCs w:val="22"/>
          <w:lang w:eastAsia="de-DE"/>
        </w:rPr>
        <w:tab/>
      </w:r>
      <w:r>
        <w:rPr>
          <w:rFonts w:eastAsia="Times New Roman" w:cs="Times New Roman"/>
          <w:b/>
          <w:szCs w:val="22"/>
          <w:lang w:eastAsia="de-DE"/>
        </w:rPr>
        <w:tab/>
      </w:r>
      <w:r>
        <w:rPr>
          <w:rFonts w:eastAsia="Times New Roman" w:cs="Times New Roman"/>
          <w:b/>
          <w:szCs w:val="22"/>
          <w:lang w:eastAsia="de-DE"/>
        </w:rPr>
        <w:tab/>
      </w:r>
      <w:r>
        <w:rPr>
          <w:rFonts w:eastAsia="Times New Roman" w:cs="Times New Roman"/>
          <w:b/>
          <w:szCs w:val="22"/>
          <w:lang w:eastAsia="de-DE"/>
        </w:rPr>
        <w:tab/>
      </w:r>
      <w:r w:rsidRPr="0095640A">
        <w:rPr>
          <w:rFonts w:eastAsia="Times New Roman" w:cs="Times New Roman"/>
          <w:szCs w:val="22"/>
          <w:lang w:eastAsia="de-DE"/>
        </w:rPr>
        <w:t>Lutz Lehmann</w:t>
      </w:r>
    </w:p>
    <w:p w:rsidR="00CA443C" w:rsidRPr="009F3E10" w:rsidRDefault="00912E8C" w:rsidP="00263F6C">
      <w:pPr>
        <w:jc w:val="both"/>
        <w:rPr>
          <w:rFonts w:eastAsia="Times New Roman" w:cs="Times New Roman"/>
          <w:szCs w:val="22"/>
          <w:lang w:eastAsia="de-DE"/>
        </w:rPr>
      </w:pPr>
      <w:r>
        <w:rPr>
          <w:rFonts w:eastAsia="Times New Roman" w:cs="Times New Roman"/>
          <w:b/>
          <w:szCs w:val="22"/>
          <w:lang w:eastAsia="de-DE"/>
        </w:rPr>
        <w:tab/>
      </w:r>
      <w:r>
        <w:rPr>
          <w:rFonts w:eastAsia="Times New Roman" w:cs="Times New Roman"/>
          <w:b/>
          <w:szCs w:val="22"/>
          <w:lang w:eastAsia="de-DE"/>
        </w:rPr>
        <w:tab/>
      </w:r>
      <w:r>
        <w:rPr>
          <w:rFonts w:eastAsia="Times New Roman" w:cs="Times New Roman"/>
          <w:b/>
          <w:szCs w:val="22"/>
          <w:lang w:eastAsia="de-DE"/>
        </w:rPr>
        <w:tab/>
      </w:r>
      <w:r>
        <w:rPr>
          <w:rFonts w:eastAsia="Times New Roman" w:cs="Times New Roman"/>
          <w:b/>
          <w:szCs w:val="22"/>
          <w:lang w:eastAsia="de-DE"/>
        </w:rPr>
        <w:tab/>
      </w:r>
      <w:r>
        <w:rPr>
          <w:rFonts w:eastAsia="Times New Roman" w:cs="Times New Roman"/>
          <w:b/>
          <w:szCs w:val="22"/>
          <w:lang w:eastAsia="de-DE"/>
        </w:rPr>
        <w:tab/>
      </w:r>
      <w:r w:rsidR="009F3E10" w:rsidRPr="009F3E10">
        <w:rPr>
          <w:rFonts w:eastAsia="Times New Roman" w:cs="Times New Roman"/>
          <w:szCs w:val="22"/>
          <w:lang w:eastAsia="de-DE"/>
        </w:rPr>
        <w:t>Heiko Winterstein</w:t>
      </w:r>
    </w:p>
    <w:p w:rsidR="009F3E10" w:rsidRDefault="009F3E10" w:rsidP="00263F6C">
      <w:pPr>
        <w:jc w:val="both"/>
        <w:rPr>
          <w:rFonts w:eastAsia="Times New Roman" w:cs="Times New Roman"/>
          <w:szCs w:val="22"/>
          <w:lang w:eastAsia="de-DE"/>
        </w:rPr>
      </w:pPr>
    </w:p>
    <w:p w:rsidR="00CA443C" w:rsidRDefault="00CA443C" w:rsidP="00263F6C">
      <w:pPr>
        <w:jc w:val="both"/>
        <w:rPr>
          <w:rFonts w:eastAsia="Times New Roman" w:cs="Times New Roman"/>
          <w:b/>
          <w:szCs w:val="22"/>
          <w:lang w:eastAsia="de-DE"/>
        </w:rPr>
      </w:pPr>
      <w:r>
        <w:rPr>
          <w:rFonts w:eastAsia="Times New Roman" w:cs="Times New Roman"/>
          <w:szCs w:val="22"/>
          <w:lang w:eastAsia="de-DE"/>
        </w:rPr>
        <w:tab/>
      </w:r>
      <w:r>
        <w:rPr>
          <w:rFonts w:eastAsia="Times New Roman" w:cs="Times New Roman"/>
          <w:szCs w:val="22"/>
          <w:lang w:eastAsia="de-DE"/>
        </w:rPr>
        <w:tab/>
      </w:r>
      <w:r>
        <w:rPr>
          <w:rFonts w:eastAsia="Times New Roman" w:cs="Times New Roman"/>
          <w:szCs w:val="22"/>
          <w:lang w:eastAsia="de-DE"/>
        </w:rPr>
        <w:tab/>
      </w:r>
      <w:r>
        <w:rPr>
          <w:rFonts w:eastAsia="Times New Roman" w:cs="Times New Roman"/>
          <w:szCs w:val="22"/>
          <w:lang w:eastAsia="de-DE"/>
        </w:rPr>
        <w:tab/>
      </w:r>
      <w:r>
        <w:rPr>
          <w:rFonts w:eastAsia="Times New Roman" w:cs="Times New Roman"/>
          <w:szCs w:val="22"/>
          <w:lang w:eastAsia="de-DE"/>
        </w:rPr>
        <w:tab/>
      </w:r>
      <w:r w:rsidRPr="00CA443C">
        <w:rPr>
          <w:rFonts w:eastAsia="Times New Roman" w:cs="Times New Roman"/>
          <w:b/>
          <w:szCs w:val="22"/>
          <w:lang w:eastAsia="de-DE"/>
        </w:rPr>
        <w:t>Fraktion Die Linke</w:t>
      </w:r>
    </w:p>
    <w:p w:rsidR="000A4153" w:rsidRPr="000A4153" w:rsidRDefault="000A4153" w:rsidP="00263F6C">
      <w:pPr>
        <w:jc w:val="both"/>
        <w:rPr>
          <w:rFonts w:eastAsia="Times New Roman" w:cs="Times New Roman"/>
          <w:szCs w:val="22"/>
          <w:lang w:eastAsia="de-DE"/>
        </w:rPr>
      </w:pPr>
      <w:r>
        <w:rPr>
          <w:rFonts w:eastAsia="Times New Roman" w:cs="Times New Roman"/>
          <w:b/>
          <w:szCs w:val="22"/>
          <w:lang w:eastAsia="de-DE"/>
        </w:rPr>
        <w:tab/>
      </w:r>
      <w:r>
        <w:rPr>
          <w:rFonts w:eastAsia="Times New Roman" w:cs="Times New Roman"/>
          <w:b/>
          <w:szCs w:val="22"/>
          <w:lang w:eastAsia="de-DE"/>
        </w:rPr>
        <w:tab/>
      </w:r>
      <w:r>
        <w:rPr>
          <w:rFonts w:eastAsia="Times New Roman" w:cs="Times New Roman"/>
          <w:b/>
          <w:szCs w:val="22"/>
          <w:lang w:eastAsia="de-DE"/>
        </w:rPr>
        <w:tab/>
      </w:r>
      <w:r>
        <w:rPr>
          <w:rFonts w:eastAsia="Times New Roman" w:cs="Times New Roman"/>
          <w:b/>
          <w:szCs w:val="22"/>
          <w:lang w:eastAsia="de-DE"/>
        </w:rPr>
        <w:tab/>
      </w:r>
      <w:r>
        <w:rPr>
          <w:rFonts w:eastAsia="Times New Roman" w:cs="Times New Roman"/>
          <w:b/>
          <w:szCs w:val="22"/>
          <w:lang w:eastAsia="de-DE"/>
        </w:rPr>
        <w:tab/>
      </w:r>
      <w:r w:rsidRPr="000A4153">
        <w:rPr>
          <w:rFonts w:eastAsia="Times New Roman" w:cs="Times New Roman"/>
          <w:szCs w:val="22"/>
          <w:lang w:eastAsia="de-DE"/>
        </w:rPr>
        <w:t>Doreen Schulze</w:t>
      </w:r>
    </w:p>
    <w:p w:rsidR="00CF6693" w:rsidRDefault="00CA443C" w:rsidP="00CF6693">
      <w:pPr>
        <w:jc w:val="both"/>
        <w:rPr>
          <w:rFonts w:eastAsia="Times New Roman" w:cs="Times New Roman"/>
          <w:szCs w:val="22"/>
          <w:lang w:eastAsia="de-DE"/>
        </w:rPr>
      </w:pPr>
      <w:r>
        <w:rPr>
          <w:rFonts w:eastAsia="Times New Roman" w:cs="Times New Roman"/>
          <w:szCs w:val="22"/>
          <w:lang w:eastAsia="de-DE"/>
        </w:rPr>
        <w:tab/>
      </w:r>
      <w:r>
        <w:rPr>
          <w:rFonts w:eastAsia="Times New Roman" w:cs="Times New Roman"/>
          <w:szCs w:val="22"/>
          <w:lang w:eastAsia="de-DE"/>
        </w:rPr>
        <w:tab/>
      </w:r>
      <w:r>
        <w:rPr>
          <w:rFonts w:eastAsia="Times New Roman" w:cs="Times New Roman"/>
          <w:szCs w:val="22"/>
          <w:lang w:eastAsia="de-DE"/>
        </w:rPr>
        <w:tab/>
      </w:r>
      <w:r>
        <w:rPr>
          <w:rFonts w:eastAsia="Times New Roman" w:cs="Times New Roman"/>
          <w:szCs w:val="22"/>
          <w:lang w:eastAsia="de-DE"/>
        </w:rPr>
        <w:tab/>
      </w:r>
      <w:r>
        <w:rPr>
          <w:rFonts w:eastAsia="Times New Roman" w:cs="Times New Roman"/>
          <w:szCs w:val="22"/>
          <w:lang w:eastAsia="de-DE"/>
        </w:rPr>
        <w:tab/>
      </w:r>
    </w:p>
    <w:p w:rsidR="00813B09" w:rsidRDefault="00813B09" w:rsidP="00813B09">
      <w:pPr>
        <w:ind w:right="-1136"/>
        <w:jc w:val="both"/>
        <w:rPr>
          <w:rFonts w:eastAsia="Times New Roman" w:cs="Times New Roman"/>
          <w:b/>
          <w:szCs w:val="22"/>
          <w:lang w:eastAsia="de-DE"/>
        </w:rPr>
      </w:pPr>
      <w:r w:rsidRPr="00D34322">
        <w:rPr>
          <w:rFonts w:eastAsia="Times New Roman" w:cs="Times New Roman"/>
          <w:szCs w:val="22"/>
          <w:lang w:eastAsia="de-DE"/>
        </w:rPr>
        <w:tab/>
      </w:r>
      <w:r w:rsidRPr="00D34322">
        <w:rPr>
          <w:rFonts w:eastAsia="Times New Roman" w:cs="Times New Roman"/>
          <w:szCs w:val="22"/>
          <w:lang w:eastAsia="de-DE"/>
        </w:rPr>
        <w:tab/>
      </w:r>
      <w:r w:rsidRPr="00D34322">
        <w:rPr>
          <w:rFonts w:eastAsia="Times New Roman" w:cs="Times New Roman"/>
          <w:szCs w:val="22"/>
          <w:lang w:eastAsia="de-DE"/>
        </w:rPr>
        <w:tab/>
      </w:r>
      <w:r w:rsidRPr="00D34322">
        <w:rPr>
          <w:rFonts w:eastAsia="Times New Roman" w:cs="Times New Roman"/>
          <w:szCs w:val="22"/>
          <w:lang w:eastAsia="de-DE"/>
        </w:rPr>
        <w:tab/>
      </w:r>
      <w:r w:rsidRPr="00D34322">
        <w:rPr>
          <w:rFonts w:eastAsia="Times New Roman" w:cs="Times New Roman"/>
          <w:szCs w:val="22"/>
          <w:lang w:eastAsia="de-DE"/>
        </w:rPr>
        <w:tab/>
      </w:r>
      <w:r w:rsidRPr="00D34322">
        <w:rPr>
          <w:rFonts w:eastAsia="Times New Roman" w:cs="Times New Roman"/>
          <w:b/>
          <w:szCs w:val="22"/>
          <w:lang w:eastAsia="de-DE"/>
        </w:rPr>
        <w:t>Fraktion SPD</w:t>
      </w:r>
    </w:p>
    <w:p w:rsidR="008879AF" w:rsidRPr="008879AF" w:rsidRDefault="008879AF" w:rsidP="00813B09">
      <w:pPr>
        <w:ind w:right="-1136"/>
        <w:jc w:val="both"/>
        <w:rPr>
          <w:rFonts w:eastAsia="Times New Roman" w:cs="Times New Roman"/>
          <w:szCs w:val="22"/>
          <w:lang w:eastAsia="de-DE"/>
        </w:rPr>
      </w:pPr>
      <w:r>
        <w:rPr>
          <w:rFonts w:eastAsia="Times New Roman" w:cs="Times New Roman"/>
          <w:b/>
          <w:szCs w:val="22"/>
          <w:lang w:eastAsia="de-DE"/>
        </w:rPr>
        <w:tab/>
      </w:r>
      <w:r>
        <w:rPr>
          <w:rFonts w:eastAsia="Times New Roman" w:cs="Times New Roman"/>
          <w:b/>
          <w:szCs w:val="22"/>
          <w:lang w:eastAsia="de-DE"/>
        </w:rPr>
        <w:tab/>
      </w:r>
      <w:r>
        <w:rPr>
          <w:rFonts w:eastAsia="Times New Roman" w:cs="Times New Roman"/>
          <w:b/>
          <w:szCs w:val="22"/>
          <w:lang w:eastAsia="de-DE"/>
        </w:rPr>
        <w:tab/>
      </w:r>
      <w:r>
        <w:rPr>
          <w:rFonts w:eastAsia="Times New Roman" w:cs="Times New Roman"/>
          <w:b/>
          <w:szCs w:val="22"/>
          <w:lang w:eastAsia="de-DE"/>
        </w:rPr>
        <w:tab/>
      </w:r>
      <w:r>
        <w:rPr>
          <w:rFonts w:eastAsia="Times New Roman" w:cs="Times New Roman"/>
          <w:b/>
          <w:szCs w:val="22"/>
          <w:lang w:eastAsia="de-DE"/>
        </w:rPr>
        <w:tab/>
      </w:r>
      <w:r w:rsidRPr="008879AF">
        <w:rPr>
          <w:rFonts w:eastAsia="Times New Roman" w:cs="Times New Roman"/>
          <w:szCs w:val="22"/>
          <w:lang w:eastAsia="de-DE"/>
        </w:rPr>
        <w:t>Kay Brückner</w:t>
      </w:r>
    </w:p>
    <w:p w:rsidR="00E84BF1" w:rsidRPr="00D34322" w:rsidRDefault="00E44849" w:rsidP="00813B09">
      <w:pPr>
        <w:ind w:right="-1136"/>
        <w:jc w:val="both"/>
        <w:rPr>
          <w:rFonts w:eastAsia="Times New Roman" w:cs="Times New Roman"/>
          <w:b/>
          <w:szCs w:val="22"/>
          <w:lang w:eastAsia="de-DE"/>
        </w:rPr>
      </w:pPr>
      <w:r>
        <w:rPr>
          <w:rFonts w:eastAsia="Times New Roman" w:cs="Times New Roman"/>
          <w:b/>
          <w:szCs w:val="22"/>
          <w:lang w:eastAsia="de-DE"/>
        </w:rPr>
        <w:tab/>
      </w:r>
      <w:r>
        <w:rPr>
          <w:rFonts w:eastAsia="Times New Roman" w:cs="Times New Roman"/>
          <w:b/>
          <w:szCs w:val="22"/>
          <w:lang w:eastAsia="de-DE"/>
        </w:rPr>
        <w:tab/>
      </w:r>
      <w:r>
        <w:rPr>
          <w:rFonts w:eastAsia="Times New Roman" w:cs="Times New Roman"/>
          <w:b/>
          <w:szCs w:val="22"/>
          <w:lang w:eastAsia="de-DE"/>
        </w:rPr>
        <w:tab/>
      </w:r>
      <w:r>
        <w:rPr>
          <w:rFonts w:eastAsia="Times New Roman" w:cs="Times New Roman"/>
          <w:b/>
          <w:szCs w:val="22"/>
          <w:lang w:eastAsia="de-DE"/>
        </w:rPr>
        <w:tab/>
      </w:r>
      <w:r>
        <w:rPr>
          <w:rFonts w:eastAsia="Times New Roman" w:cs="Times New Roman"/>
          <w:b/>
          <w:szCs w:val="22"/>
          <w:lang w:eastAsia="de-DE"/>
        </w:rPr>
        <w:tab/>
      </w:r>
      <w:r w:rsidR="00E41FA1">
        <w:rPr>
          <w:rFonts w:eastAsia="Times New Roman" w:cs="Times New Roman"/>
          <w:b/>
          <w:szCs w:val="22"/>
          <w:lang w:eastAsia="de-DE"/>
        </w:rPr>
        <w:tab/>
      </w:r>
      <w:r w:rsidR="00E41FA1">
        <w:rPr>
          <w:rFonts w:eastAsia="Times New Roman" w:cs="Times New Roman"/>
          <w:b/>
          <w:szCs w:val="22"/>
          <w:lang w:eastAsia="de-DE"/>
        </w:rPr>
        <w:tab/>
      </w:r>
      <w:r w:rsidR="00E41FA1">
        <w:rPr>
          <w:rFonts w:eastAsia="Times New Roman" w:cs="Times New Roman"/>
          <w:b/>
          <w:szCs w:val="22"/>
          <w:lang w:eastAsia="de-DE"/>
        </w:rPr>
        <w:tab/>
      </w:r>
      <w:r w:rsidR="00073C65">
        <w:rPr>
          <w:rFonts w:eastAsia="Times New Roman" w:cs="Times New Roman"/>
          <w:b/>
          <w:szCs w:val="22"/>
          <w:lang w:eastAsia="de-DE"/>
        </w:rPr>
        <w:tab/>
      </w:r>
      <w:r w:rsidR="00073C65">
        <w:rPr>
          <w:rFonts w:eastAsia="Times New Roman" w:cs="Times New Roman"/>
          <w:b/>
          <w:szCs w:val="22"/>
          <w:lang w:eastAsia="de-DE"/>
        </w:rPr>
        <w:tab/>
      </w:r>
      <w:r w:rsidR="00EB0714">
        <w:rPr>
          <w:rFonts w:eastAsia="Times New Roman" w:cs="Times New Roman"/>
          <w:szCs w:val="22"/>
          <w:lang w:eastAsia="de-DE"/>
        </w:rPr>
        <w:tab/>
      </w:r>
    </w:p>
    <w:p w:rsidR="00284303" w:rsidRDefault="00EC58D8" w:rsidP="005044D0">
      <w:pPr>
        <w:ind w:left="2832" w:right="-1136" w:firstLine="708"/>
        <w:jc w:val="both"/>
        <w:rPr>
          <w:rFonts w:eastAsia="Times New Roman" w:cs="Times New Roman"/>
          <w:b/>
          <w:szCs w:val="22"/>
          <w:lang w:eastAsia="de-DE"/>
        </w:rPr>
      </w:pPr>
      <w:r>
        <w:rPr>
          <w:rFonts w:eastAsia="Times New Roman" w:cs="Times New Roman"/>
          <w:b/>
          <w:szCs w:val="22"/>
          <w:lang w:eastAsia="de-DE"/>
        </w:rPr>
        <w:t>F</w:t>
      </w:r>
      <w:r w:rsidR="00284303" w:rsidRPr="00284303">
        <w:rPr>
          <w:rFonts w:eastAsia="Times New Roman" w:cs="Times New Roman"/>
          <w:b/>
          <w:szCs w:val="22"/>
          <w:lang w:eastAsia="de-DE"/>
        </w:rPr>
        <w:t>raktion UWG</w:t>
      </w:r>
    </w:p>
    <w:p w:rsidR="00284303" w:rsidRPr="00284303" w:rsidRDefault="00284303" w:rsidP="005044D0">
      <w:pPr>
        <w:ind w:left="2832" w:right="-1136" w:firstLine="708"/>
        <w:jc w:val="both"/>
        <w:rPr>
          <w:rFonts w:eastAsia="Times New Roman" w:cs="Times New Roman"/>
          <w:szCs w:val="22"/>
          <w:lang w:eastAsia="de-DE"/>
        </w:rPr>
      </w:pPr>
      <w:r w:rsidRPr="00284303">
        <w:rPr>
          <w:rFonts w:eastAsia="Times New Roman" w:cs="Times New Roman"/>
          <w:szCs w:val="22"/>
          <w:lang w:eastAsia="de-DE"/>
        </w:rPr>
        <w:t>Erhard Bischert</w:t>
      </w:r>
      <w:r w:rsidR="00EC58D8">
        <w:rPr>
          <w:rFonts w:eastAsia="Times New Roman" w:cs="Times New Roman"/>
          <w:szCs w:val="22"/>
          <w:lang w:eastAsia="de-DE"/>
        </w:rPr>
        <w:tab/>
      </w:r>
    </w:p>
    <w:p w:rsidR="00284303" w:rsidRPr="00284303" w:rsidRDefault="00284303" w:rsidP="005044D0">
      <w:pPr>
        <w:ind w:left="2832" w:right="-1136" w:firstLine="708"/>
        <w:jc w:val="both"/>
        <w:rPr>
          <w:rFonts w:eastAsia="Times New Roman" w:cs="Times New Roman"/>
          <w:szCs w:val="22"/>
          <w:lang w:eastAsia="de-DE"/>
        </w:rPr>
      </w:pPr>
    </w:p>
    <w:p w:rsidR="00CE0C28" w:rsidRDefault="00871E90" w:rsidP="00813B09">
      <w:pPr>
        <w:ind w:left="2832" w:right="-1136" w:firstLine="708"/>
        <w:jc w:val="both"/>
        <w:rPr>
          <w:rFonts w:eastAsia="Times New Roman" w:cs="Times New Roman"/>
          <w:b/>
          <w:szCs w:val="22"/>
          <w:lang w:eastAsia="de-DE"/>
        </w:rPr>
      </w:pPr>
      <w:r>
        <w:rPr>
          <w:rFonts w:eastAsia="Times New Roman" w:cs="Times New Roman"/>
          <w:b/>
          <w:szCs w:val="22"/>
          <w:lang w:eastAsia="de-DE"/>
        </w:rPr>
        <w:t>s</w:t>
      </w:r>
      <w:r w:rsidRPr="00871E90">
        <w:rPr>
          <w:rFonts w:eastAsia="Times New Roman" w:cs="Times New Roman"/>
          <w:b/>
          <w:szCs w:val="22"/>
          <w:lang w:eastAsia="de-DE"/>
        </w:rPr>
        <w:t>achkundige Einwohner:</w:t>
      </w:r>
    </w:p>
    <w:p w:rsidR="00CF6693" w:rsidRPr="00CF6693" w:rsidRDefault="00CF6693" w:rsidP="00813B09">
      <w:pPr>
        <w:ind w:left="2832" w:right="-1136" w:firstLine="708"/>
        <w:jc w:val="both"/>
        <w:rPr>
          <w:rFonts w:eastAsia="Times New Roman" w:cs="Times New Roman"/>
          <w:szCs w:val="22"/>
          <w:lang w:eastAsia="de-DE"/>
        </w:rPr>
      </w:pPr>
      <w:r w:rsidRPr="00CF6693">
        <w:rPr>
          <w:rFonts w:eastAsia="Times New Roman" w:cs="Times New Roman"/>
          <w:szCs w:val="22"/>
          <w:lang w:eastAsia="de-DE"/>
        </w:rPr>
        <w:t>Bert Borchert</w:t>
      </w:r>
    </w:p>
    <w:p w:rsidR="008879AF" w:rsidRDefault="000A4153" w:rsidP="00813B09">
      <w:pPr>
        <w:ind w:left="2832" w:right="-1136" w:firstLine="708"/>
        <w:jc w:val="both"/>
        <w:rPr>
          <w:rFonts w:eastAsia="Times New Roman" w:cs="Times New Roman"/>
          <w:szCs w:val="22"/>
          <w:lang w:eastAsia="de-DE"/>
        </w:rPr>
      </w:pPr>
      <w:r>
        <w:rPr>
          <w:rFonts w:eastAsia="Times New Roman" w:cs="Times New Roman"/>
          <w:szCs w:val="22"/>
          <w:lang w:eastAsia="de-DE"/>
        </w:rPr>
        <w:t>Uwe Hürdler</w:t>
      </w:r>
      <w:r w:rsidR="004879B2">
        <w:rPr>
          <w:rFonts w:eastAsia="Times New Roman" w:cs="Times New Roman"/>
          <w:szCs w:val="22"/>
          <w:lang w:eastAsia="de-DE"/>
        </w:rPr>
        <w:tab/>
        <w:t xml:space="preserve"> </w:t>
      </w:r>
    </w:p>
    <w:p w:rsidR="008879AF" w:rsidRDefault="008879AF" w:rsidP="00813B09">
      <w:pPr>
        <w:ind w:left="2832" w:right="-1136" w:firstLine="708"/>
        <w:jc w:val="both"/>
        <w:rPr>
          <w:rFonts w:eastAsia="Times New Roman" w:cs="Times New Roman"/>
          <w:szCs w:val="22"/>
          <w:lang w:eastAsia="de-DE"/>
        </w:rPr>
      </w:pPr>
      <w:r>
        <w:rPr>
          <w:rFonts w:eastAsia="Times New Roman" w:cs="Times New Roman"/>
          <w:szCs w:val="22"/>
          <w:lang w:eastAsia="de-DE"/>
        </w:rPr>
        <w:t>Jörg Kruppa</w:t>
      </w:r>
    </w:p>
    <w:p w:rsidR="00CF6693" w:rsidRDefault="00C746A9" w:rsidP="00CF6693">
      <w:pPr>
        <w:ind w:left="2832" w:right="-1136" w:hanging="2832"/>
        <w:jc w:val="both"/>
        <w:rPr>
          <w:rFonts w:eastAsia="Times New Roman" w:cs="Times New Roman"/>
          <w:szCs w:val="22"/>
          <w:lang w:eastAsia="de-DE"/>
        </w:rPr>
      </w:pPr>
      <w:r>
        <w:rPr>
          <w:rFonts w:eastAsia="Times New Roman" w:cs="Times New Roman"/>
          <w:szCs w:val="22"/>
          <w:lang w:eastAsia="de-DE"/>
        </w:rPr>
        <w:tab/>
      </w:r>
      <w:r w:rsidR="00E84BF1">
        <w:rPr>
          <w:rFonts w:eastAsia="Times New Roman" w:cs="Times New Roman"/>
          <w:szCs w:val="22"/>
          <w:lang w:eastAsia="de-DE"/>
        </w:rPr>
        <w:tab/>
      </w:r>
      <w:r w:rsidR="00380E4A">
        <w:rPr>
          <w:rFonts w:eastAsia="Times New Roman" w:cs="Times New Roman"/>
          <w:szCs w:val="22"/>
          <w:lang w:eastAsia="de-DE"/>
        </w:rPr>
        <w:tab/>
      </w:r>
      <w:r w:rsidR="00380E4A">
        <w:rPr>
          <w:rFonts w:eastAsia="Times New Roman" w:cs="Times New Roman"/>
          <w:szCs w:val="22"/>
          <w:lang w:eastAsia="de-DE"/>
        </w:rPr>
        <w:tab/>
      </w:r>
    </w:p>
    <w:p w:rsidR="000C4C21" w:rsidRDefault="000C4C21" w:rsidP="00CF6693">
      <w:pPr>
        <w:ind w:left="2832" w:right="-1136" w:hanging="2832"/>
        <w:jc w:val="both"/>
        <w:rPr>
          <w:rFonts w:eastAsia="Times New Roman" w:cs="Times New Roman"/>
          <w:szCs w:val="22"/>
          <w:lang w:eastAsia="de-DE"/>
        </w:rPr>
      </w:pPr>
      <w:r>
        <w:rPr>
          <w:rFonts w:eastAsia="Times New Roman" w:cs="Times New Roman"/>
          <w:szCs w:val="22"/>
          <w:lang w:eastAsia="de-DE"/>
        </w:rPr>
        <w:t>Entschuldigt:</w:t>
      </w:r>
      <w:r>
        <w:rPr>
          <w:rFonts w:eastAsia="Times New Roman" w:cs="Times New Roman"/>
          <w:szCs w:val="22"/>
          <w:lang w:eastAsia="de-DE"/>
        </w:rPr>
        <w:tab/>
      </w:r>
      <w:r>
        <w:rPr>
          <w:rFonts w:eastAsia="Times New Roman" w:cs="Times New Roman"/>
          <w:szCs w:val="22"/>
          <w:lang w:eastAsia="de-DE"/>
        </w:rPr>
        <w:tab/>
      </w:r>
      <w:r w:rsidR="00D03972">
        <w:rPr>
          <w:rFonts w:eastAsia="Times New Roman" w:cs="Times New Roman"/>
          <w:szCs w:val="22"/>
          <w:lang w:eastAsia="de-DE"/>
        </w:rPr>
        <w:t>Ina Hänsel</w:t>
      </w:r>
    </w:p>
    <w:p w:rsidR="000C4C21" w:rsidRDefault="000C4C21" w:rsidP="00CF6693">
      <w:pPr>
        <w:ind w:left="2832" w:right="-1136" w:hanging="2832"/>
        <w:jc w:val="both"/>
        <w:rPr>
          <w:rFonts w:eastAsia="Times New Roman" w:cs="Times New Roman"/>
          <w:szCs w:val="22"/>
          <w:lang w:eastAsia="de-DE"/>
        </w:rPr>
      </w:pPr>
      <w:r>
        <w:rPr>
          <w:rFonts w:eastAsia="Times New Roman" w:cs="Times New Roman"/>
          <w:szCs w:val="22"/>
          <w:lang w:eastAsia="de-DE"/>
        </w:rPr>
        <w:tab/>
      </w:r>
      <w:r>
        <w:rPr>
          <w:rFonts w:eastAsia="Times New Roman" w:cs="Times New Roman"/>
          <w:szCs w:val="22"/>
          <w:lang w:eastAsia="de-DE"/>
        </w:rPr>
        <w:tab/>
      </w:r>
    </w:p>
    <w:p w:rsidR="002F4C0A" w:rsidRDefault="002F4C0A" w:rsidP="00C63E4F">
      <w:pPr>
        <w:ind w:left="2832" w:right="-1136" w:hanging="2832"/>
        <w:jc w:val="both"/>
        <w:rPr>
          <w:rFonts w:eastAsia="Times New Roman" w:cs="Times New Roman"/>
          <w:szCs w:val="22"/>
          <w:lang w:eastAsia="de-DE"/>
        </w:rPr>
      </w:pPr>
    </w:p>
    <w:p w:rsidR="006A2090" w:rsidRDefault="00813B09" w:rsidP="00722102">
      <w:pPr>
        <w:tabs>
          <w:tab w:val="left" w:pos="3544"/>
        </w:tabs>
        <w:jc w:val="both"/>
        <w:rPr>
          <w:rFonts w:eastAsia="Times New Roman" w:cs="Times New Roman"/>
          <w:szCs w:val="22"/>
          <w:lang w:eastAsia="de-DE"/>
        </w:rPr>
      </w:pPr>
      <w:r w:rsidRPr="00D34322">
        <w:rPr>
          <w:rFonts w:eastAsia="Times New Roman" w:cs="Times New Roman"/>
          <w:szCs w:val="22"/>
          <w:lang w:eastAsia="de-DE"/>
        </w:rPr>
        <w:t>Verwaltung:</w:t>
      </w:r>
      <w:r w:rsidR="00FA3F9A">
        <w:rPr>
          <w:rFonts w:eastAsia="Times New Roman" w:cs="Times New Roman"/>
          <w:szCs w:val="22"/>
          <w:lang w:eastAsia="de-DE"/>
        </w:rPr>
        <w:tab/>
      </w:r>
      <w:r w:rsidR="00E3416B">
        <w:rPr>
          <w:rFonts w:eastAsia="Times New Roman" w:cs="Times New Roman"/>
          <w:szCs w:val="22"/>
          <w:lang w:eastAsia="de-DE"/>
        </w:rPr>
        <w:t>Frank Broshog</w:t>
      </w:r>
      <w:r w:rsidR="00E3416B">
        <w:rPr>
          <w:rFonts w:eastAsia="Times New Roman" w:cs="Times New Roman"/>
          <w:szCs w:val="22"/>
          <w:lang w:eastAsia="de-DE"/>
        </w:rPr>
        <w:tab/>
        <w:t>Bürgermeister</w:t>
      </w:r>
      <w:r w:rsidR="006A2090">
        <w:rPr>
          <w:rFonts w:eastAsia="Times New Roman" w:cs="Times New Roman"/>
          <w:szCs w:val="22"/>
          <w:lang w:eastAsia="de-DE"/>
        </w:rPr>
        <w:tab/>
      </w:r>
    </w:p>
    <w:p w:rsidR="002650E6" w:rsidRDefault="006E430A" w:rsidP="00722102">
      <w:pPr>
        <w:tabs>
          <w:tab w:val="left" w:pos="3544"/>
        </w:tabs>
        <w:jc w:val="both"/>
        <w:rPr>
          <w:rFonts w:eastAsia="Times New Roman" w:cs="Times New Roman"/>
          <w:szCs w:val="22"/>
          <w:lang w:eastAsia="de-DE"/>
        </w:rPr>
      </w:pPr>
      <w:r>
        <w:rPr>
          <w:rFonts w:eastAsia="Times New Roman" w:cs="Times New Roman"/>
          <w:szCs w:val="22"/>
          <w:lang w:eastAsia="de-DE"/>
        </w:rPr>
        <w:tab/>
      </w:r>
      <w:r w:rsidR="006A2090">
        <w:rPr>
          <w:rFonts w:eastAsia="Times New Roman" w:cs="Times New Roman"/>
          <w:szCs w:val="22"/>
          <w:lang w:eastAsia="de-DE"/>
        </w:rPr>
        <w:t>Petra Dornbusch</w:t>
      </w:r>
      <w:r w:rsidR="00263F6C">
        <w:rPr>
          <w:rFonts w:eastAsia="Times New Roman" w:cs="Times New Roman"/>
          <w:szCs w:val="22"/>
          <w:lang w:eastAsia="de-DE"/>
        </w:rPr>
        <w:tab/>
      </w:r>
      <w:r w:rsidR="002650E6">
        <w:rPr>
          <w:rFonts w:eastAsia="Times New Roman" w:cs="Times New Roman"/>
          <w:szCs w:val="22"/>
          <w:lang w:eastAsia="de-DE"/>
        </w:rPr>
        <w:t>Teamleiterin II</w:t>
      </w:r>
    </w:p>
    <w:p w:rsidR="000A4153" w:rsidRDefault="000A4153" w:rsidP="00722102">
      <w:pPr>
        <w:tabs>
          <w:tab w:val="left" w:pos="3544"/>
        </w:tabs>
        <w:jc w:val="both"/>
        <w:rPr>
          <w:rFonts w:eastAsia="Times New Roman" w:cs="Times New Roman"/>
          <w:szCs w:val="22"/>
          <w:lang w:eastAsia="de-DE"/>
        </w:rPr>
      </w:pPr>
      <w:r>
        <w:rPr>
          <w:rFonts w:eastAsia="Times New Roman" w:cs="Times New Roman"/>
          <w:szCs w:val="22"/>
          <w:lang w:eastAsia="de-DE"/>
        </w:rPr>
        <w:tab/>
        <w:t>Nadin Schulze</w:t>
      </w:r>
      <w:r>
        <w:rPr>
          <w:rFonts w:eastAsia="Times New Roman" w:cs="Times New Roman"/>
          <w:szCs w:val="22"/>
          <w:lang w:eastAsia="de-DE"/>
        </w:rPr>
        <w:tab/>
        <w:t>Teamleiterin III</w:t>
      </w:r>
      <w:r>
        <w:rPr>
          <w:rFonts w:eastAsia="Times New Roman" w:cs="Times New Roman"/>
          <w:szCs w:val="22"/>
          <w:lang w:eastAsia="de-DE"/>
        </w:rPr>
        <w:tab/>
      </w:r>
    </w:p>
    <w:p w:rsidR="000C4C21" w:rsidRDefault="00FC605F" w:rsidP="00722102">
      <w:pPr>
        <w:tabs>
          <w:tab w:val="left" w:pos="3544"/>
        </w:tabs>
        <w:jc w:val="both"/>
        <w:rPr>
          <w:rFonts w:eastAsia="Times New Roman" w:cs="Times New Roman"/>
          <w:szCs w:val="22"/>
          <w:lang w:eastAsia="de-DE"/>
        </w:rPr>
      </w:pPr>
      <w:r>
        <w:rPr>
          <w:rFonts w:eastAsia="Times New Roman" w:cs="Times New Roman"/>
          <w:szCs w:val="22"/>
          <w:lang w:eastAsia="de-DE"/>
        </w:rPr>
        <w:tab/>
      </w:r>
      <w:r w:rsidR="00D03972">
        <w:rPr>
          <w:rFonts w:eastAsia="Times New Roman" w:cs="Times New Roman"/>
          <w:szCs w:val="22"/>
          <w:lang w:eastAsia="de-DE"/>
        </w:rPr>
        <w:t>Anett Reichert</w:t>
      </w:r>
      <w:r w:rsidR="00D03972">
        <w:rPr>
          <w:rFonts w:eastAsia="Times New Roman" w:cs="Times New Roman"/>
          <w:szCs w:val="22"/>
          <w:lang w:eastAsia="de-DE"/>
        </w:rPr>
        <w:tab/>
      </w:r>
      <w:r w:rsidR="00D03972">
        <w:rPr>
          <w:rFonts w:eastAsia="Times New Roman" w:cs="Times New Roman"/>
          <w:szCs w:val="22"/>
          <w:lang w:eastAsia="de-DE"/>
        </w:rPr>
        <w:tab/>
        <w:t>Sachbearbeiterin Friedhofswesen</w:t>
      </w:r>
    </w:p>
    <w:p w:rsidR="00912E8C" w:rsidRDefault="000C4C21" w:rsidP="002C75EB">
      <w:pPr>
        <w:tabs>
          <w:tab w:val="left" w:pos="3544"/>
        </w:tabs>
        <w:jc w:val="both"/>
        <w:rPr>
          <w:rFonts w:eastAsia="Times New Roman" w:cs="Times New Roman"/>
          <w:szCs w:val="22"/>
          <w:lang w:eastAsia="de-DE"/>
        </w:rPr>
      </w:pPr>
      <w:r>
        <w:rPr>
          <w:rFonts w:eastAsia="Times New Roman" w:cs="Times New Roman"/>
          <w:szCs w:val="22"/>
          <w:lang w:eastAsia="de-DE"/>
        </w:rPr>
        <w:tab/>
      </w:r>
    </w:p>
    <w:p w:rsidR="00EB0714" w:rsidRDefault="00EB0714" w:rsidP="001572F9">
      <w:pPr>
        <w:tabs>
          <w:tab w:val="left" w:pos="3544"/>
        </w:tabs>
        <w:jc w:val="both"/>
        <w:rPr>
          <w:rFonts w:eastAsia="Times New Roman" w:cs="Times New Roman"/>
          <w:szCs w:val="22"/>
          <w:lang w:eastAsia="de-DE"/>
        </w:rPr>
      </w:pPr>
    </w:p>
    <w:p w:rsidR="00DF2B23" w:rsidRPr="00D34322" w:rsidRDefault="00DF2B23" w:rsidP="001572F9">
      <w:pPr>
        <w:tabs>
          <w:tab w:val="left" w:pos="3544"/>
        </w:tabs>
        <w:jc w:val="both"/>
        <w:rPr>
          <w:rFonts w:eastAsia="Times New Roman" w:cs="Times New Roman"/>
          <w:szCs w:val="22"/>
          <w:lang w:eastAsia="de-DE"/>
        </w:rPr>
      </w:pPr>
    </w:p>
    <w:p w:rsidR="00813B09" w:rsidRDefault="00813B09" w:rsidP="00F21246">
      <w:pPr>
        <w:tabs>
          <w:tab w:val="left" w:pos="3544"/>
        </w:tabs>
        <w:jc w:val="both"/>
        <w:rPr>
          <w:rFonts w:eastAsia="Times New Roman"/>
          <w:b/>
          <w:bCs/>
          <w:iCs/>
          <w:szCs w:val="22"/>
          <w:u w:val="single"/>
          <w:lang w:eastAsia="de-DE"/>
        </w:rPr>
      </w:pPr>
      <w:r w:rsidRPr="00D34322">
        <w:rPr>
          <w:rFonts w:eastAsia="Times New Roman"/>
          <w:b/>
          <w:bCs/>
          <w:iCs/>
          <w:szCs w:val="22"/>
          <w:u w:val="single"/>
          <w:lang w:eastAsia="de-DE"/>
        </w:rPr>
        <w:t>Tagesordnung</w:t>
      </w:r>
    </w:p>
    <w:p w:rsidR="000954EE" w:rsidRDefault="000954EE" w:rsidP="00F21246">
      <w:pPr>
        <w:tabs>
          <w:tab w:val="left" w:pos="3544"/>
        </w:tabs>
        <w:jc w:val="both"/>
        <w:rPr>
          <w:rFonts w:eastAsia="Times New Roman"/>
          <w:bCs/>
          <w:iCs/>
          <w:szCs w:val="22"/>
          <w:lang w:eastAsia="de-DE"/>
        </w:rPr>
      </w:pPr>
    </w:p>
    <w:p w:rsidR="001C563D" w:rsidRDefault="00C67111" w:rsidP="001C563D">
      <w:pPr>
        <w:rPr>
          <w:b/>
          <w:szCs w:val="22"/>
        </w:rPr>
      </w:pPr>
      <w:r>
        <w:rPr>
          <w:b/>
          <w:szCs w:val="22"/>
        </w:rPr>
        <w:t>Ö</w:t>
      </w:r>
      <w:r w:rsidR="001C563D" w:rsidRPr="00240480">
        <w:rPr>
          <w:b/>
          <w:szCs w:val="22"/>
        </w:rPr>
        <w:t xml:space="preserve">ffentlicher Teil </w:t>
      </w:r>
    </w:p>
    <w:p w:rsidR="00C67111" w:rsidRDefault="00C67111" w:rsidP="001C563D">
      <w:pPr>
        <w:rPr>
          <w:szCs w:val="22"/>
        </w:rPr>
      </w:pPr>
      <w:r w:rsidRPr="00C67111">
        <w:rPr>
          <w:szCs w:val="22"/>
        </w:rPr>
        <w:t>01.</w:t>
      </w:r>
      <w:r>
        <w:rPr>
          <w:szCs w:val="22"/>
        </w:rPr>
        <w:t xml:space="preserve"> Eröffnung </w:t>
      </w:r>
      <w:r w:rsidR="00284303">
        <w:rPr>
          <w:szCs w:val="22"/>
        </w:rPr>
        <w:t>der Sitzung</w:t>
      </w:r>
    </w:p>
    <w:p w:rsidR="00284303" w:rsidRPr="00C67111" w:rsidRDefault="00284303" w:rsidP="001C563D">
      <w:pPr>
        <w:rPr>
          <w:szCs w:val="22"/>
        </w:rPr>
      </w:pPr>
      <w:r>
        <w:rPr>
          <w:szCs w:val="22"/>
        </w:rPr>
        <w:t>02. Feststellung der Ordnungsmäßigkeit der Ladung und Beschlussfähigkeit</w:t>
      </w:r>
    </w:p>
    <w:p w:rsidR="001C563D" w:rsidRPr="00240480" w:rsidRDefault="001C563D" w:rsidP="001C563D">
      <w:pPr>
        <w:rPr>
          <w:szCs w:val="22"/>
        </w:rPr>
      </w:pPr>
      <w:r w:rsidRPr="00240480">
        <w:rPr>
          <w:szCs w:val="22"/>
        </w:rPr>
        <w:t>0</w:t>
      </w:r>
      <w:r w:rsidR="00284303">
        <w:rPr>
          <w:szCs w:val="22"/>
        </w:rPr>
        <w:t>3</w:t>
      </w:r>
      <w:r w:rsidRPr="00240480">
        <w:rPr>
          <w:szCs w:val="22"/>
        </w:rPr>
        <w:t xml:space="preserve">. Änderungsanträge zur Tagesordnung - öffentlicher Teil - </w:t>
      </w:r>
    </w:p>
    <w:p w:rsidR="006E430A" w:rsidRDefault="001C563D" w:rsidP="001C563D">
      <w:pPr>
        <w:rPr>
          <w:szCs w:val="22"/>
        </w:rPr>
      </w:pPr>
      <w:r w:rsidRPr="00240480">
        <w:rPr>
          <w:szCs w:val="22"/>
        </w:rPr>
        <w:t>0</w:t>
      </w:r>
      <w:r w:rsidR="00284303">
        <w:rPr>
          <w:szCs w:val="22"/>
        </w:rPr>
        <w:t>4</w:t>
      </w:r>
      <w:r w:rsidRPr="00240480">
        <w:rPr>
          <w:szCs w:val="22"/>
        </w:rPr>
        <w:t xml:space="preserve">. </w:t>
      </w:r>
      <w:r w:rsidR="006E430A">
        <w:rPr>
          <w:szCs w:val="22"/>
        </w:rPr>
        <w:t xml:space="preserve">Einwendungen zur Niederschrift der </w:t>
      </w:r>
      <w:r w:rsidR="000A4153">
        <w:rPr>
          <w:szCs w:val="22"/>
        </w:rPr>
        <w:t>20</w:t>
      </w:r>
      <w:r w:rsidR="00FC605F">
        <w:rPr>
          <w:szCs w:val="22"/>
        </w:rPr>
        <w:t xml:space="preserve">. </w:t>
      </w:r>
      <w:r w:rsidR="006E430A">
        <w:rPr>
          <w:szCs w:val="22"/>
        </w:rPr>
        <w:t>Sitzung</w:t>
      </w:r>
    </w:p>
    <w:p w:rsidR="00C67111" w:rsidRDefault="006E430A" w:rsidP="001C563D">
      <w:pPr>
        <w:rPr>
          <w:szCs w:val="22"/>
        </w:rPr>
      </w:pPr>
      <w:r>
        <w:rPr>
          <w:szCs w:val="22"/>
        </w:rPr>
        <w:t xml:space="preserve">05. </w:t>
      </w:r>
      <w:r w:rsidR="00C67111">
        <w:rPr>
          <w:szCs w:val="22"/>
        </w:rPr>
        <w:t>Einwohnerfragestunde</w:t>
      </w:r>
    </w:p>
    <w:p w:rsidR="00E97EFF" w:rsidRDefault="00106A20" w:rsidP="000A4153">
      <w:pPr>
        <w:rPr>
          <w:szCs w:val="22"/>
        </w:rPr>
      </w:pPr>
      <w:r>
        <w:rPr>
          <w:szCs w:val="22"/>
        </w:rPr>
        <w:t>0</w:t>
      </w:r>
      <w:r w:rsidR="006E430A">
        <w:rPr>
          <w:szCs w:val="22"/>
        </w:rPr>
        <w:t>6</w:t>
      </w:r>
      <w:r>
        <w:rPr>
          <w:szCs w:val="22"/>
        </w:rPr>
        <w:t xml:space="preserve">. </w:t>
      </w:r>
      <w:r w:rsidR="00E97EFF">
        <w:rPr>
          <w:szCs w:val="22"/>
        </w:rPr>
        <w:t>Informationen und Anfragen</w:t>
      </w:r>
    </w:p>
    <w:p w:rsidR="00412508" w:rsidRDefault="00412508" w:rsidP="00B23E08">
      <w:pPr>
        <w:rPr>
          <w:b/>
          <w:szCs w:val="22"/>
        </w:rPr>
      </w:pPr>
    </w:p>
    <w:p w:rsidR="00485A81" w:rsidRPr="00694117" w:rsidRDefault="00485A81" w:rsidP="00B23E08">
      <w:pPr>
        <w:rPr>
          <w:b/>
          <w:szCs w:val="22"/>
        </w:rPr>
      </w:pPr>
    </w:p>
    <w:p w:rsidR="00967FA6" w:rsidRDefault="00B206D5" w:rsidP="001572F9">
      <w:pPr>
        <w:jc w:val="both"/>
        <w:rPr>
          <w:b/>
          <w:szCs w:val="22"/>
        </w:rPr>
      </w:pPr>
      <w:r w:rsidRPr="00B206D5">
        <w:rPr>
          <w:b/>
          <w:szCs w:val="22"/>
        </w:rPr>
        <w:t>Zu 01.</w:t>
      </w:r>
      <w:r w:rsidR="00967FA6">
        <w:rPr>
          <w:b/>
          <w:szCs w:val="22"/>
        </w:rPr>
        <w:t xml:space="preserve">Eröffnung </w:t>
      </w:r>
      <w:r w:rsidR="00412508">
        <w:rPr>
          <w:b/>
          <w:szCs w:val="22"/>
        </w:rPr>
        <w:t>der Sitzung</w:t>
      </w:r>
    </w:p>
    <w:p w:rsidR="00967FA6" w:rsidRDefault="00967FA6" w:rsidP="001572F9">
      <w:pPr>
        <w:jc w:val="both"/>
        <w:rPr>
          <w:szCs w:val="22"/>
        </w:rPr>
      </w:pPr>
      <w:r>
        <w:rPr>
          <w:szCs w:val="22"/>
        </w:rPr>
        <w:t xml:space="preserve">Herr </w:t>
      </w:r>
      <w:r w:rsidR="00AF439F">
        <w:rPr>
          <w:szCs w:val="22"/>
        </w:rPr>
        <w:t>Winterstein</w:t>
      </w:r>
      <w:r>
        <w:rPr>
          <w:szCs w:val="22"/>
        </w:rPr>
        <w:t xml:space="preserve"> begrüßt alle Anwesenden und eröffnet die Sitzung.</w:t>
      </w:r>
    </w:p>
    <w:p w:rsidR="00F91646" w:rsidRDefault="00F91646" w:rsidP="001572F9">
      <w:pPr>
        <w:jc w:val="both"/>
        <w:rPr>
          <w:szCs w:val="22"/>
        </w:rPr>
      </w:pPr>
    </w:p>
    <w:p w:rsidR="00235692" w:rsidRDefault="00235692" w:rsidP="001572F9">
      <w:pPr>
        <w:jc w:val="both"/>
        <w:rPr>
          <w:szCs w:val="22"/>
        </w:rPr>
      </w:pPr>
    </w:p>
    <w:p w:rsidR="00EE0C1D" w:rsidRDefault="00F91646" w:rsidP="00A52DC7">
      <w:pPr>
        <w:jc w:val="both"/>
        <w:rPr>
          <w:b/>
          <w:szCs w:val="22"/>
        </w:rPr>
      </w:pPr>
      <w:r>
        <w:rPr>
          <w:b/>
          <w:szCs w:val="22"/>
        </w:rPr>
        <w:t>Z</w:t>
      </w:r>
      <w:r w:rsidR="004A14A7" w:rsidRPr="004A14A7">
        <w:rPr>
          <w:b/>
          <w:szCs w:val="22"/>
        </w:rPr>
        <w:t>u 02. Feststellung der Ordnungsmäßigkeit der Ladung und Beschlussfähigkeit</w:t>
      </w:r>
    </w:p>
    <w:p w:rsidR="004A14A7" w:rsidRDefault="00412508" w:rsidP="00A52DC7">
      <w:pPr>
        <w:jc w:val="both"/>
        <w:rPr>
          <w:b/>
          <w:szCs w:val="22"/>
        </w:rPr>
      </w:pPr>
      <w:r>
        <w:rPr>
          <w:szCs w:val="22"/>
        </w:rPr>
        <w:t xml:space="preserve">Herr </w:t>
      </w:r>
      <w:r w:rsidR="00AF439F">
        <w:rPr>
          <w:szCs w:val="22"/>
        </w:rPr>
        <w:t>Winterstein</w:t>
      </w:r>
      <w:r>
        <w:rPr>
          <w:szCs w:val="22"/>
        </w:rPr>
        <w:t xml:space="preserve"> stellt die O</w:t>
      </w:r>
      <w:r w:rsidR="00B8156E">
        <w:rPr>
          <w:szCs w:val="22"/>
        </w:rPr>
        <w:t>rdnungsmäßigkeit der Ladung</w:t>
      </w:r>
      <w:r>
        <w:rPr>
          <w:szCs w:val="22"/>
        </w:rPr>
        <w:t xml:space="preserve"> und die Beschlussfähigkeit</w:t>
      </w:r>
      <w:r w:rsidR="00B8156E">
        <w:rPr>
          <w:szCs w:val="22"/>
        </w:rPr>
        <w:t xml:space="preserve"> fest</w:t>
      </w:r>
      <w:r>
        <w:rPr>
          <w:szCs w:val="22"/>
        </w:rPr>
        <w:t>.</w:t>
      </w:r>
    </w:p>
    <w:p w:rsidR="004A14A7" w:rsidRDefault="002B74F2" w:rsidP="00A52DC7">
      <w:pPr>
        <w:jc w:val="both"/>
        <w:rPr>
          <w:szCs w:val="22"/>
        </w:rPr>
      </w:pPr>
      <w:r w:rsidRPr="002B74F2">
        <w:rPr>
          <w:szCs w:val="22"/>
        </w:rPr>
        <w:t xml:space="preserve">Es sind </w:t>
      </w:r>
      <w:r w:rsidR="00A427DE">
        <w:rPr>
          <w:szCs w:val="22"/>
        </w:rPr>
        <w:t>alle fünf</w:t>
      </w:r>
      <w:r w:rsidRPr="002B74F2">
        <w:rPr>
          <w:szCs w:val="22"/>
        </w:rPr>
        <w:t xml:space="preserve"> </w:t>
      </w:r>
      <w:r>
        <w:rPr>
          <w:szCs w:val="22"/>
        </w:rPr>
        <w:t xml:space="preserve">Mitglieder anwesend und somit </w:t>
      </w:r>
      <w:r w:rsidR="00ED6435">
        <w:rPr>
          <w:szCs w:val="22"/>
        </w:rPr>
        <w:t>ist</w:t>
      </w:r>
      <w:r>
        <w:rPr>
          <w:szCs w:val="22"/>
        </w:rPr>
        <w:t xml:space="preserve"> der Ausschuss </w:t>
      </w:r>
      <w:r w:rsidR="00ED6435">
        <w:rPr>
          <w:szCs w:val="22"/>
        </w:rPr>
        <w:t>beschlussfähig.</w:t>
      </w:r>
    </w:p>
    <w:p w:rsidR="00235692" w:rsidRDefault="00235692" w:rsidP="00A52DC7">
      <w:pPr>
        <w:jc w:val="both"/>
        <w:rPr>
          <w:szCs w:val="22"/>
        </w:rPr>
      </w:pPr>
    </w:p>
    <w:p w:rsidR="00DF2B23" w:rsidRDefault="00DF2B23" w:rsidP="00A52DC7">
      <w:pPr>
        <w:jc w:val="both"/>
        <w:rPr>
          <w:szCs w:val="22"/>
        </w:rPr>
      </w:pPr>
    </w:p>
    <w:p w:rsidR="00A20347" w:rsidRDefault="00967FA6" w:rsidP="00A52DC7">
      <w:pPr>
        <w:jc w:val="both"/>
        <w:rPr>
          <w:b/>
          <w:szCs w:val="22"/>
        </w:rPr>
      </w:pPr>
      <w:r>
        <w:rPr>
          <w:b/>
          <w:szCs w:val="22"/>
        </w:rPr>
        <w:lastRenderedPageBreak/>
        <w:t>Zu 0</w:t>
      </w:r>
      <w:r w:rsidR="0009686C">
        <w:rPr>
          <w:b/>
          <w:szCs w:val="22"/>
        </w:rPr>
        <w:t>3</w:t>
      </w:r>
      <w:r>
        <w:rPr>
          <w:b/>
          <w:szCs w:val="22"/>
        </w:rPr>
        <w:t>.</w:t>
      </w:r>
      <w:r w:rsidR="00B206D5" w:rsidRPr="00B206D5">
        <w:rPr>
          <w:b/>
          <w:szCs w:val="22"/>
        </w:rPr>
        <w:t xml:space="preserve"> Änderungsanträge zur Tagesordnung - öffentlicher Teil </w:t>
      </w:r>
      <w:r w:rsidR="00EB0714">
        <w:rPr>
          <w:b/>
          <w:szCs w:val="22"/>
        </w:rPr>
        <w:t>–</w:t>
      </w:r>
      <w:r w:rsidR="00B206D5" w:rsidRPr="00B206D5">
        <w:rPr>
          <w:b/>
          <w:szCs w:val="22"/>
        </w:rPr>
        <w:t xml:space="preserve"> </w:t>
      </w:r>
    </w:p>
    <w:p w:rsidR="003F737D" w:rsidRDefault="00106A20" w:rsidP="00A52DC7">
      <w:pPr>
        <w:jc w:val="both"/>
        <w:rPr>
          <w:rFonts w:eastAsia="Times New Roman" w:cs="Times New Roman"/>
          <w:szCs w:val="22"/>
          <w:lang w:eastAsia="de-DE"/>
        </w:rPr>
      </w:pPr>
      <w:r>
        <w:rPr>
          <w:rFonts w:eastAsia="Times New Roman" w:cs="Times New Roman"/>
          <w:szCs w:val="22"/>
          <w:lang w:eastAsia="de-DE"/>
        </w:rPr>
        <w:t xml:space="preserve">Es gibt </w:t>
      </w:r>
      <w:r w:rsidR="008001E8">
        <w:rPr>
          <w:rFonts w:eastAsia="Times New Roman" w:cs="Times New Roman"/>
          <w:szCs w:val="22"/>
          <w:lang w:eastAsia="de-DE"/>
        </w:rPr>
        <w:t xml:space="preserve">keine </w:t>
      </w:r>
      <w:r>
        <w:rPr>
          <w:rFonts w:eastAsia="Times New Roman" w:cs="Times New Roman"/>
          <w:szCs w:val="22"/>
          <w:lang w:eastAsia="de-DE"/>
        </w:rPr>
        <w:t>Änderungsantr</w:t>
      </w:r>
      <w:r w:rsidR="008001E8">
        <w:rPr>
          <w:rFonts w:eastAsia="Times New Roman" w:cs="Times New Roman"/>
          <w:szCs w:val="22"/>
          <w:lang w:eastAsia="de-DE"/>
        </w:rPr>
        <w:t>ä</w:t>
      </w:r>
      <w:r>
        <w:rPr>
          <w:rFonts w:eastAsia="Times New Roman" w:cs="Times New Roman"/>
          <w:szCs w:val="22"/>
          <w:lang w:eastAsia="de-DE"/>
        </w:rPr>
        <w:t>g</w:t>
      </w:r>
      <w:r w:rsidR="008001E8">
        <w:rPr>
          <w:rFonts w:eastAsia="Times New Roman" w:cs="Times New Roman"/>
          <w:szCs w:val="22"/>
          <w:lang w:eastAsia="de-DE"/>
        </w:rPr>
        <w:t>e</w:t>
      </w:r>
      <w:r>
        <w:rPr>
          <w:rFonts w:eastAsia="Times New Roman" w:cs="Times New Roman"/>
          <w:szCs w:val="22"/>
          <w:lang w:eastAsia="de-DE"/>
        </w:rPr>
        <w:t>.</w:t>
      </w:r>
      <w:r w:rsidR="00235692">
        <w:rPr>
          <w:rFonts w:eastAsia="Times New Roman" w:cs="Times New Roman"/>
          <w:szCs w:val="22"/>
          <w:lang w:eastAsia="de-DE"/>
        </w:rPr>
        <w:t xml:space="preserve"> </w:t>
      </w:r>
    </w:p>
    <w:p w:rsidR="00A2659C" w:rsidRDefault="00A2659C" w:rsidP="00A52DC7">
      <w:pPr>
        <w:jc w:val="both"/>
        <w:rPr>
          <w:rFonts w:eastAsia="Times New Roman" w:cs="Times New Roman"/>
          <w:szCs w:val="22"/>
          <w:lang w:eastAsia="de-DE"/>
        </w:rPr>
      </w:pPr>
    </w:p>
    <w:p w:rsidR="00FC605F" w:rsidRDefault="006E430A" w:rsidP="00A52DC7">
      <w:pPr>
        <w:jc w:val="both"/>
        <w:rPr>
          <w:rFonts w:eastAsia="Times New Roman" w:cs="Times New Roman"/>
          <w:b/>
          <w:szCs w:val="22"/>
          <w:lang w:eastAsia="de-DE"/>
        </w:rPr>
      </w:pPr>
      <w:r w:rsidRPr="006E430A">
        <w:rPr>
          <w:rFonts w:eastAsia="Times New Roman" w:cs="Times New Roman"/>
          <w:b/>
          <w:szCs w:val="22"/>
          <w:lang w:eastAsia="de-DE"/>
        </w:rPr>
        <w:t xml:space="preserve">Zu 04. Einwendungen zur Niederschrift der </w:t>
      </w:r>
      <w:r w:rsidR="000A4153">
        <w:rPr>
          <w:rFonts w:eastAsia="Times New Roman" w:cs="Times New Roman"/>
          <w:b/>
          <w:szCs w:val="22"/>
          <w:lang w:eastAsia="de-DE"/>
        </w:rPr>
        <w:t>20</w:t>
      </w:r>
      <w:r w:rsidR="00FC605F">
        <w:rPr>
          <w:rFonts w:eastAsia="Times New Roman" w:cs="Times New Roman"/>
          <w:b/>
          <w:szCs w:val="22"/>
          <w:lang w:eastAsia="de-DE"/>
        </w:rPr>
        <w:t xml:space="preserve">. </w:t>
      </w:r>
      <w:r w:rsidRPr="006E430A">
        <w:rPr>
          <w:rFonts w:eastAsia="Times New Roman" w:cs="Times New Roman"/>
          <w:b/>
          <w:szCs w:val="22"/>
          <w:lang w:eastAsia="de-DE"/>
        </w:rPr>
        <w:t>Sitzung</w:t>
      </w:r>
    </w:p>
    <w:p w:rsidR="006E430A" w:rsidRDefault="0095640A" w:rsidP="00A52DC7">
      <w:pPr>
        <w:jc w:val="both"/>
        <w:rPr>
          <w:rFonts w:eastAsia="Times New Roman" w:cs="Times New Roman"/>
          <w:szCs w:val="22"/>
          <w:lang w:eastAsia="de-DE"/>
        </w:rPr>
      </w:pPr>
      <w:r w:rsidRPr="0095640A">
        <w:rPr>
          <w:rFonts w:eastAsia="Times New Roman" w:cs="Times New Roman"/>
          <w:szCs w:val="22"/>
          <w:lang w:eastAsia="de-DE"/>
        </w:rPr>
        <w:t xml:space="preserve">Es gibt </w:t>
      </w:r>
      <w:r>
        <w:rPr>
          <w:rFonts w:eastAsia="Times New Roman" w:cs="Times New Roman"/>
          <w:szCs w:val="22"/>
          <w:lang w:eastAsia="de-DE"/>
        </w:rPr>
        <w:t>Einwendungen zu de</w:t>
      </w:r>
      <w:r w:rsidR="00D079EB">
        <w:rPr>
          <w:rFonts w:eastAsia="Times New Roman" w:cs="Times New Roman"/>
          <w:szCs w:val="22"/>
          <w:lang w:eastAsia="de-DE"/>
        </w:rPr>
        <w:t>r</w:t>
      </w:r>
      <w:r>
        <w:rPr>
          <w:rFonts w:eastAsia="Times New Roman" w:cs="Times New Roman"/>
          <w:szCs w:val="22"/>
          <w:lang w:eastAsia="de-DE"/>
        </w:rPr>
        <w:t xml:space="preserve"> Niederschrift.</w:t>
      </w:r>
      <w:r w:rsidR="00261BD2">
        <w:rPr>
          <w:rFonts w:eastAsia="Times New Roman" w:cs="Times New Roman"/>
          <w:szCs w:val="22"/>
          <w:lang w:eastAsia="de-DE"/>
        </w:rPr>
        <w:t xml:space="preserve"> </w:t>
      </w:r>
      <w:r w:rsidR="00D03972">
        <w:rPr>
          <w:rFonts w:eastAsia="Times New Roman" w:cs="Times New Roman"/>
          <w:szCs w:val="22"/>
          <w:lang w:eastAsia="de-DE"/>
        </w:rPr>
        <w:t xml:space="preserve">Frau </w:t>
      </w:r>
      <w:r w:rsidR="000D2CCA">
        <w:rPr>
          <w:rFonts w:eastAsia="Times New Roman" w:cs="Times New Roman"/>
          <w:szCs w:val="22"/>
          <w:lang w:eastAsia="de-DE"/>
        </w:rPr>
        <w:t xml:space="preserve">Doreen </w:t>
      </w:r>
      <w:r w:rsidR="00D03972">
        <w:rPr>
          <w:rFonts w:eastAsia="Times New Roman" w:cs="Times New Roman"/>
          <w:szCs w:val="22"/>
          <w:lang w:eastAsia="de-DE"/>
        </w:rPr>
        <w:t>Schulze wurde als unentschuldigt aufgeführt. Sie hatte sich vor der Sitzung in der Verwaltung entschuldigt, was bestätigt wurde</w:t>
      </w:r>
      <w:r w:rsidR="00A427DE">
        <w:rPr>
          <w:rFonts w:eastAsia="Times New Roman" w:cs="Times New Roman"/>
          <w:szCs w:val="22"/>
          <w:lang w:eastAsia="de-DE"/>
        </w:rPr>
        <w:t xml:space="preserve">. </w:t>
      </w:r>
      <w:r w:rsidR="00D03972">
        <w:rPr>
          <w:rFonts w:eastAsia="Times New Roman" w:cs="Times New Roman"/>
          <w:szCs w:val="22"/>
          <w:lang w:eastAsia="de-DE"/>
        </w:rPr>
        <w:t xml:space="preserve">  </w:t>
      </w:r>
    </w:p>
    <w:p w:rsidR="000A4153" w:rsidRDefault="000A4153" w:rsidP="00A52DC7">
      <w:pPr>
        <w:jc w:val="both"/>
        <w:rPr>
          <w:rFonts w:eastAsia="Times New Roman" w:cs="Times New Roman"/>
          <w:b/>
          <w:szCs w:val="22"/>
          <w:lang w:eastAsia="de-DE"/>
        </w:rPr>
      </w:pPr>
    </w:p>
    <w:p w:rsidR="00DF2B23" w:rsidRPr="006E430A" w:rsidRDefault="00DF2B23" w:rsidP="00A52DC7">
      <w:pPr>
        <w:jc w:val="both"/>
        <w:rPr>
          <w:rFonts w:eastAsia="Times New Roman" w:cs="Times New Roman"/>
          <w:b/>
          <w:szCs w:val="22"/>
          <w:lang w:eastAsia="de-DE"/>
        </w:rPr>
      </w:pPr>
    </w:p>
    <w:p w:rsidR="002B6F2A" w:rsidRDefault="00B206D5" w:rsidP="00A52DC7">
      <w:pPr>
        <w:jc w:val="both"/>
        <w:rPr>
          <w:b/>
          <w:szCs w:val="22"/>
        </w:rPr>
      </w:pPr>
      <w:r>
        <w:rPr>
          <w:rFonts w:eastAsia="Times New Roman" w:cs="Times New Roman"/>
          <w:b/>
          <w:szCs w:val="22"/>
          <w:lang w:eastAsia="de-DE"/>
        </w:rPr>
        <w:t xml:space="preserve">Zu </w:t>
      </w:r>
      <w:r w:rsidRPr="00B206D5">
        <w:rPr>
          <w:b/>
          <w:szCs w:val="22"/>
        </w:rPr>
        <w:t>0</w:t>
      </w:r>
      <w:r w:rsidR="006E430A">
        <w:rPr>
          <w:b/>
          <w:szCs w:val="22"/>
        </w:rPr>
        <w:t>5</w:t>
      </w:r>
      <w:r w:rsidRPr="00B206D5">
        <w:rPr>
          <w:b/>
          <w:szCs w:val="22"/>
        </w:rPr>
        <w:t xml:space="preserve">. </w:t>
      </w:r>
      <w:r w:rsidR="00BD1AC7">
        <w:rPr>
          <w:b/>
          <w:szCs w:val="22"/>
        </w:rPr>
        <w:t>Einwohnerfrage</w:t>
      </w:r>
      <w:r w:rsidR="00BD250C">
        <w:rPr>
          <w:b/>
          <w:szCs w:val="22"/>
        </w:rPr>
        <w:t>stunde</w:t>
      </w:r>
    </w:p>
    <w:p w:rsidR="000A4153" w:rsidRDefault="00D03972" w:rsidP="00A52DC7">
      <w:pPr>
        <w:jc w:val="both"/>
        <w:rPr>
          <w:szCs w:val="22"/>
        </w:rPr>
      </w:pPr>
      <w:r w:rsidRPr="00D03972">
        <w:rPr>
          <w:szCs w:val="22"/>
        </w:rPr>
        <w:t xml:space="preserve">Es gibt keine Anfragen. </w:t>
      </w:r>
    </w:p>
    <w:p w:rsidR="00D03972" w:rsidRPr="00D03972" w:rsidRDefault="00D03972" w:rsidP="00A52DC7">
      <w:pPr>
        <w:jc w:val="both"/>
        <w:rPr>
          <w:szCs w:val="22"/>
        </w:rPr>
      </w:pPr>
    </w:p>
    <w:p w:rsidR="000A4153" w:rsidRDefault="000A4153" w:rsidP="00A52DC7">
      <w:pPr>
        <w:jc w:val="both"/>
        <w:rPr>
          <w:b/>
          <w:szCs w:val="22"/>
        </w:rPr>
      </w:pPr>
    </w:p>
    <w:p w:rsidR="00E87A69" w:rsidRDefault="00986B29" w:rsidP="000F68FD">
      <w:pPr>
        <w:jc w:val="both"/>
        <w:rPr>
          <w:b/>
          <w:szCs w:val="22"/>
        </w:rPr>
      </w:pPr>
      <w:r>
        <w:rPr>
          <w:b/>
          <w:szCs w:val="22"/>
        </w:rPr>
        <w:t>Zu 0</w:t>
      </w:r>
      <w:r w:rsidR="006E430A">
        <w:rPr>
          <w:b/>
          <w:szCs w:val="22"/>
        </w:rPr>
        <w:t>6</w:t>
      </w:r>
      <w:r>
        <w:rPr>
          <w:b/>
          <w:szCs w:val="22"/>
        </w:rPr>
        <w:t xml:space="preserve">. </w:t>
      </w:r>
      <w:r w:rsidR="000A4153">
        <w:rPr>
          <w:b/>
          <w:szCs w:val="22"/>
        </w:rPr>
        <w:t>I</w:t>
      </w:r>
      <w:r w:rsidR="00AF439F">
        <w:rPr>
          <w:b/>
          <w:szCs w:val="22"/>
        </w:rPr>
        <w:t>nformationen und  Anfragen</w:t>
      </w:r>
    </w:p>
    <w:p w:rsidR="00C66AB4" w:rsidRDefault="00D03972" w:rsidP="000F68FD">
      <w:pPr>
        <w:jc w:val="both"/>
        <w:rPr>
          <w:szCs w:val="22"/>
        </w:rPr>
      </w:pPr>
      <w:r w:rsidRPr="00D03972">
        <w:rPr>
          <w:szCs w:val="22"/>
        </w:rPr>
        <w:t>H</w:t>
      </w:r>
      <w:r>
        <w:rPr>
          <w:szCs w:val="22"/>
        </w:rPr>
        <w:t>err Broshog informiert über die letzte Sitzung des BSSK-Ausschusses</w:t>
      </w:r>
      <w:r w:rsidR="00E81D57">
        <w:rPr>
          <w:szCs w:val="22"/>
        </w:rPr>
        <w:t xml:space="preserve">. Es ging dabei um die BSV zur </w:t>
      </w:r>
      <w:r w:rsidR="00DB7B42">
        <w:rPr>
          <w:szCs w:val="22"/>
        </w:rPr>
        <w:t>Überführung der Kindertagesstätten in freie Trägerschaft</w:t>
      </w:r>
      <w:r w:rsidR="00A061FF">
        <w:rPr>
          <w:szCs w:val="22"/>
        </w:rPr>
        <w:t>, die durch den BSSK-Ausschuss</w:t>
      </w:r>
      <w:r w:rsidR="003341D2">
        <w:rPr>
          <w:szCs w:val="22"/>
        </w:rPr>
        <w:t xml:space="preserve"> einstimmig abgelehnt wurde. </w:t>
      </w:r>
      <w:r w:rsidR="00CB6721">
        <w:rPr>
          <w:szCs w:val="22"/>
        </w:rPr>
        <w:t xml:space="preserve">Es wurde durch den Vorsitzenden </w:t>
      </w:r>
      <w:r w:rsidR="003341D2">
        <w:rPr>
          <w:szCs w:val="22"/>
        </w:rPr>
        <w:t>des BSSK- Au</w:t>
      </w:r>
      <w:r w:rsidR="003341D2">
        <w:rPr>
          <w:szCs w:val="22"/>
        </w:rPr>
        <w:t>s</w:t>
      </w:r>
      <w:r w:rsidR="003341D2">
        <w:rPr>
          <w:szCs w:val="22"/>
        </w:rPr>
        <w:t>schusses</w:t>
      </w:r>
      <w:r w:rsidR="00CB6721">
        <w:rPr>
          <w:szCs w:val="22"/>
        </w:rPr>
        <w:t xml:space="preserve"> vorgeschlagen,</w:t>
      </w:r>
      <w:r w:rsidR="003341D2">
        <w:rPr>
          <w:szCs w:val="22"/>
        </w:rPr>
        <w:t xml:space="preserve"> eine gemeinsame Beratung mit den Mitgliedern des Finanz-, Wir</w:t>
      </w:r>
      <w:r w:rsidR="003341D2">
        <w:rPr>
          <w:szCs w:val="22"/>
        </w:rPr>
        <w:t>t</w:t>
      </w:r>
      <w:r w:rsidR="003341D2">
        <w:rPr>
          <w:szCs w:val="22"/>
        </w:rPr>
        <w:t xml:space="preserve">schafts- und Tourismusausschusses </w:t>
      </w:r>
      <w:r w:rsidR="00CB6721">
        <w:rPr>
          <w:szCs w:val="22"/>
        </w:rPr>
        <w:t>durchzuführen</w:t>
      </w:r>
      <w:r w:rsidR="003341D2">
        <w:rPr>
          <w:szCs w:val="22"/>
        </w:rPr>
        <w:t xml:space="preserve">. </w:t>
      </w:r>
      <w:r w:rsidR="00CB6721">
        <w:rPr>
          <w:szCs w:val="22"/>
        </w:rPr>
        <w:t>Die Mitglieder</w:t>
      </w:r>
      <w:bookmarkStart w:id="0" w:name="_GoBack"/>
      <w:bookmarkEnd w:id="0"/>
      <w:r w:rsidR="003341D2">
        <w:rPr>
          <w:szCs w:val="22"/>
        </w:rPr>
        <w:t xml:space="preserve"> sind alle dafür, einen g</w:t>
      </w:r>
      <w:r w:rsidR="003341D2">
        <w:rPr>
          <w:szCs w:val="22"/>
        </w:rPr>
        <w:t>e</w:t>
      </w:r>
      <w:r w:rsidR="003341D2">
        <w:rPr>
          <w:szCs w:val="22"/>
        </w:rPr>
        <w:t>meinsamen Termin zu finden und das Thema zu bespr</w:t>
      </w:r>
      <w:r w:rsidR="003341D2">
        <w:rPr>
          <w:szCs w:val="22"/>
        </w:rPr>
        <w:t>e</w:t>
      </w:r>
      <w:r w:rsidR="003341D2">
        <w:rPr>
          <w:szCs w:val="22"/>
        </w:rPr>
        <w:t xml:space="preserve">chen.     </w:t>
      </w:r>
    </w:p>
    <w:p w:rsidR="002D14A4" w:rsidRPr="00D03972" w:rsidRDefault="00DB7B42" w:rsidP="000F68FD">
      <w:pPr>
        <w:jc w:val="both"/>
        <w:rPr>
          <w:szCs w:val="22"/>
        </w:rPr>
      </w:pPr>
      <w:r>
        <w:rPr>
          <w:szCs w:val="22"/>
        </w:rPr>
        <w:t xml:space="preserve"> </w:t>
      </w:r>
    </w:p>
    <w:p w:rsidR="000A4153" w:rsidRDefault="000A4153" w:rsidP="000F68FD">
      <w:pPr>
        <w:jc w:val="both"/>
        <w:rPr>
          <w:b/>
          <w:szCs w:val="22"/>
        </w:rPr>
      </w:pPr>
    </w:p>
    <w:p w:rsidR="00DC4D5F" w:rsidRDefault="00DC4D5F" w:rsidP="000F68FD">
      <w:pPr>
        <w:jc w:val="both"/>
        <w:rPr>
          <w:b/>
          <w:szCs w:val="22"/>
        </w:rPr>
      </w:pPr>
    </w:p>
    <w:p w:rsidR="002D14A4" w:rsidRDefault="002D14A4" w:rsidP="000F68FD">
      <w:pPr>
        <w:jc w:val="both"/>
        <w:rPr>
          <w:b/>
          <w:szCs w:val="22"/>
        </w:rPr>
      </w:pPr>
    </w:p>
    <w:p w:rsidR="00F637E3" w:rsidRDefault="00DA29AD" w:rsidP="000F68FD">
      <w:pPr>
        <w:jc w:val="both"/>
        <w:rPr>
          <w:szCs w:val="22"/>
        </w:rPr>
      </w:pPr>
      <w:r>
        <w:rPr>
          <w:szCs w:val="22"/>
        </w:rPr>
        <w:t>Am Mellensee,</w:t>
      </w:r>
      <w:r w:rsidR="00C0799F">
        <w:rPr>
          <w:szCs w:val="22"/>
        </w:rPr>
        <w:t xml:space="preserve"> </w:t>
      </w:r>
      <w:r w:rsidR="00DF2B23">
        <w:rPr>
          <w:szCs w:val="22"/>
        </w:rPr>
        <w:t>3</w:t>
      </w:r>
      <w:r w:rsidR="000A4153">
        <w:rPr>
          <w:szCs w:val="22"/>
        </w:rPr>
        <w:t>0</w:t>
      </w:r>
      <w:r w:rsidR="00DF2B23">
        <w:rPr>
          <w:szCs w:val="22"/>
        </w:rPr>
        <w:t>.05.</w:t>
      </w:r>
      <w:r w:rsidR="00904C78">
        <w:rPr>
          <w:szCs w:val="22"/>
        </w:rPr>
        <w:t>2017</w:t>
      </w:r>
    </w:p>
    <w:p w:rsidR="00DA29AD" w:rsidRDefault="00DA29AD" w:rsidP="000F68FD">
      <w:pPr>
        <w:jc w:val="both"/>
        <w:rPr>
          <w:szCs w:val="22"/>
        </w:rPr>
      </w:pPr>
    </w:p>
    <w:p w:rsidR="007102DB" w:rsidRDefault="007102DB" w:rsidP="000F68FD">
      <w:pPr>
        <w:jc w:val="both"/>
        <w:rPr>
          <w:szCs w:val="22"/>
        </w:rPr>
      </w:pPr>
    </w:p>
    <w:p w:rsidR="00DF2B23" w:rsidRDefault="00DF2B23" w:rsidP="000F68FD">
      <w:pPr>
        <w:jc w:val="both"/>
        <w:rPr>
          <w:szCs w:val="22"/>
        </w:rPr>
      </w:pPr>
    </w:p>
    <w:p w:rsidR="00C01907" w:rsidRDefault="00C01907" w:rsidP="000F68FD">
      <w:pPr>
        <w:jc w:val="both"/>
        <w:rPr>
          <w:szCs w:val="22"/>
        </w:rPr>
      </w:pPr>
    </w:p>
    <w:p w:rsidR="002A62BB" w:rsidRDefault="00AF439F" w:rsidP="000F68FD">
      <w:pPr>
        <w:jc w:val="both"/>
        <w:rPr>
          <w:szCs w:val="22"/>
        </w:rPr>
      </w:pPr>
      <w:r>
        <w:rPr>
          <w:szCs w:val="22"/>
        </w:rPr>
        <w:t>Winterstein</w:t>
      </w:r>
    </w:p>
    <w:p w:rsidR="00D34322" w:rsidRPr="00D34322" w:rsidRDefault="002A62BB" w:rsidP="000F68FD">
      <w:pPr>
        <w:jc w:val="both"/>
        <w:rPr>
          <w:szCs w:val="22"/>
        </w:rPr>
      </w:pPr>
      <w:r>
        <w:rPr>
          <w:szCs w:val="22"/>
        </w:rPr>
        <w:t xml:space="preserve">Vorsitzender </w:t>
      </w:r>
      <w:r w:rsidR="001B72A0">
        <w:rPr>
          <w:szCs w:val="22"/>
        </w:rPr>
        <w:t>d</w:t>
      </w:r>
      <w:r w:rsidR="00615B55">
        <w:rPr>
          <w:szCs w:val="22"/>
        </w:rPr>
        <w:t>es Finanz-,Wirtschaft</w:t>
      </w:r>
      <w:r w:rsidR="001B72A0">
        <w:rPr>
          <w:szCs w:val="22"/>
        </w:rPr>
        <w:t>s</w:t>
      </w:r>
      <w:r w:rsidR="00615B55">
        <w:rPr>
          <w:szCs w:val="22"/>
        </w:rPr>
        <w:t>- und Tourismusausschuss</w:t>
      </w:r>
      <w:r>
        <w:rPr>
          <w:szCs w:val="22"/>
        </w:rPr>
        <w:t>es</w:t>
      </w:r>
    </w:p>
    <w:sectPr w:rsidR="00D34322" w:rsidRPr="00D34322" w:rsidSect="00EC359A">
      <w:footerReference w:type="default" r:id="rId9"/>
      <w:pgSz w:w="11906" w:h="16838"/>
      <w:pgMar w:top="794" w:right="1247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758" w:rsidRDefault="002D2758" w:rsidP="004C3E5B">
      <w:r>
        <w:separator/>
      </w:r>
    </w:p>
  </w:endnote>
  <w:endnote w:type="continuationSeparator" w:id="0">
    <w:p w:rsidR="002D2758" w:rsidRDefault="002D2758" w:rsidP="004C3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0050899"/>
      <w:docPartObj>
        <w:docPartGallery w:val="Page Numbers (Bottom of Page)"/>
        <w:docPartUnique/>
      </w:docPartObj>
    </w:sdtPr>
    <w:sdtEndPr/>
    <w:sdtContent>
      <w:p w:rsidR="00890600" w:rsidRDefault="00DA5B32">
        <w:pPr>
          <w:pStyle w:val="Fuzeile"/>
          <w:jc w:val="right"/>
        </w:pPr>
        <w:r>
          <w:fldChar w:fldCharType="begin"/>
        </w:r>
        <w:r w:rsidR="00890600">
          <w:instrText>PAGE   \* MERGEFORMAT</w:instrText>
        </w:r>
        <w:r>
          <w:fldChar w:fldCharType="separate"/>
        </w:r>
        <w:r w:rsidR="00CB6721">
          <w:rPr>
            <w:noProof/>
          </w:rPr>
          <w:t>2</w:t>
        </w:r>
        <w:r>
          <w:fldChar w:fldCharType="end"/>
        </w:r>
      </w:p>
    </w:sdtContent>
  </w:sdt>
  <w:p w:rsidR="00890600" w:rsidRDefault="0089060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758" w:rsidRDefault="002D2758" w:rsidP="004C3E5B">
      <w:r>
        <w:separator/>
      </w:r>
    </w:p>
  </w:footnote>
  <w:footnote w:type="continuationSeparator" w:id="0">
    <w:p w:rsidR="002D2758" w:rsidRDefault="002D2758" w:rsidP="004C3E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B426E"/>
    <w:multiLevelType w:val="hybridMultilevel"/>
    <w:tmpl w:val="CE7030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661AA2"/>
    <w:multiLevelType w:val="hybridMultilevel"/>
    <w:tmpl w:val="0010A7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4041AF"/>
    <w:multiLevelType w:val="hybridMultilevel"/>
    <w:tmpl w:val="4B7C5382"/>
    <w:lvl w:ilvl="0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2BA2255D"/>
    <w:multiLevelType w:val="hybridMultilevel"/>
    <w:tmpl w:val="6ACEC0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E10684"/>
    <w:multiLevelType w:val="hybridMultilevel"/>
    <w:tmpl w:val="053E78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CA7BE5"/>
    <w:multiLevelType w:val="hybridMultilevel"/>
    <w:tmpl w:val="3E42D6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FF46F0"/>
    <w:multiLevelType w:val="hybridMultilevel"/>
    <w:tmpl w:val="B98225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216587"/>
    <w:multiLevelType w:val="hybridMultilevel"/>
    <w:tmpl w:val="61705D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DB428A"/>
    <w:multiLevelType w:val="hybridMultilevel"/>
    <w:tmpl w:val="22545212"/>
    <w:lvl w:ilvl="0" w:tplc="D3364D8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CC18FF"/>
    <w:multiLevelType w:val="hybridMultilevel"/>
    <w:tmpl w:val="4F0AC51C"/>
    <w:lvl w:ilvl="0" w:tplc="0407000F">
      <w:start w:val="1"/>
      <w:numFmt w:val="decimal"/>
      <w:lvlText w:val="%1."/>
      <w:lvlJc w:val="left"/>
      <w:pPr>
        <w:ind w:left="1146" w:hanging="360"/>
      </w:pPr>
    </w:lvl>
    <w:lvl w:ilvl="1" w:tplc="04070019" w:tentative="1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D8518D6"/>
    <w:multiLevelType w:val="hybridMultilevel"/>
    <w:tmpl w:val="261451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2"/>
  </w:num>
  <w:num w:numId="5">
    <w:abstractNumId w:val="5"/>
  </w:num>
  <w:num w:numId="6">
    <w:abstractNumId w:val="6"/>
  </w:num>
  <w:num w:numId="7">
    <w:abstractNumId w:val="1"/>
  </w:num>
  <w:num w:numId="8">
    <w:abstractNumId w:val="0"/>
  </w:num>
  <w:num w:numId="9">
    <w:abstractNumId w:val="10"/>
  </w:num>
  <w:num w:numId="10">
    <w:abstractNumId w:val="3"/>
  </w:num>
  <w:num w:numId="11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hyphenationZone w:val="4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B09"/>
    <w:rsid w:val="00000A60"/>
    <w:rsid w:val="00001BDC"/>
    <w:rsid w:val="000026C2"/>
    <w:rsid w:val="00002C02"/>
    <w:rsid w:val="000048AD"/>
    <w:rsid w:val="00020A80"/>
    <w:rsid w:val="0002155A"/>
    <w:rsid w:val="0002202B"/>
    <w:rsid w:val="00022A4E"/>
    <w:rsid w:val="0002527A"/>
    <w:rsid w:val="00025333"/>
    <w:rsid w:val="00026904"/>
    <w:rsid w:val="00026987"/>
    <w:rsid w:val="0003372C"/>
    <w:rsid w:val="00034087"/>
    <w:rsid w:val="000358F0"/>
    <w:rsid w:val="00037BF2"/>
    <w:rsid w:val="00042EFA"/>
    <w:rsid w:val="00042F39"/>
    <w:rsid w:val="00044B4E"/>
    <w:rsid w:val="00045370"/>
    <w:rsid w:val="000457E4"/>
    <w:rsid w:val="00046BB9"/>
    <w:rsid w:val="00050971"/>
    <w:rsid w:val="00051B6A"/>
    <w:rsid w:val="00052544"/>
    <w:rsid w:val="000532A4"/>
    <w:rsid w:val="00053A58"/>
    <w:rsid w:val="00054C4D"/>
    <w:rsid w:val="000610F8"/>
    <w:rsid w:val="00063B07"/>
    <w:rsid w:val="00064EE3"/>
    <w:rsid w:val="0006701C"/>
    <w:rsid w:val="00067196"/>
    <w:rsid w:val="00067877"/>
    <w:rsid w:val="00070414"/>
    <w:rsid w:val="0007041F"/>
    <w:rsid w:val="00071903"/>
    <w:rsid w:val="00072A48"/>
    <w:rsid w:val="00072DB4"/>
    <w:rsid w:val="00073396"/>
    <w:rsid w:val="000733E0"/>
    <w:rsid w:val="00073C45"/>
    <w:rsid w:val="00073C65"/>
    <w:rsid w:val="000755A7"/>
    <w:rsid w:val="00077A5C"/>
    <w:rsid w:val="000815E9"/>
    <w:rsid w:val="00085B08"/>
    <w:rsid w:val="00086C8B"/>
    <w:rsid w:val="00090690"/>
    <w:rsid w:val="00092FC9"/>
    <w:rsid w:val="0009448C"/>
    <w:rsid w:val="000947DC"/>
    <w:rsid w:val="000954EE"/>
    <w:rsid w:val="0009686C"/>
    <w:rsid w:val="000A0743"/>
    <w:rsid w:val="000A1271"/>
    <w:rsid w:val="000A18AF"/>
    <w:rsid w:val="000A4153"/>
    <w:rsid w:val="000A7AA5"/>
    <w:rsid w:val="000B3569"/>
    <w:rsid w:val="000B634F"/>
    <w:rsid w:val="000B6C06"/>
    <w:rsid w:val="000C01EC"/>
    <w:rsid w:val="000C1968"/>
    <w:rsid w:val="000C4C21"/>
    <w:rsid w:val="000C4C88"/>
    <w:rsid w:val="000C58F0"/>
    <w:rsid w:val="000D0068"/>
    <w:rsid w:val="000D1D7F"/>
    <w:rsid w:val="000D2CCA"/>
    <w:rsid w:val="000D4A79"/>
    <w:rsid w:val="000E0211"/>
    <w:rsid w:val="000E0264"/>
    <w:rsid w:val="000E02E7"/>
    <w:rsid w:val="000E0A38"/>
    <w:rsid w:val="000E15D2"/>
    <w:rsid w:val="000E1D0C"/>
    <w:rsid w:val="000E6023"/>
    <w:rsid w:val="000F0C43"/>
    <w:rsid w:val="000F3A05"/>
    <w:rsid w:val="000F516B"/>
    <w:rsid w:val="000F5AF8"/>
    <w:rsid w:val="000F68FD"/>
    <w:rsid w:val="000F6D62"/>
    <w:rsid w:val="00100573"/>
    <w:rsid w:val="0010116F"/>
    <w:rsid w:val="00101970"/>
    <w:rsid w:val="001032B6"/>
    <w:rsid w:val="001047A3"/>
    <w:rsid w:val="00106A20"/>
    <w:rsid w:val="001075C6"/>
    <w:rsid w:val="00111D79"/>
    <w:rsid w:val="001138D7"/>
    <w:rsid w:val="00113D8C"/>
    <w:rsid w:val="00114254"/>
    <w:rsid w:val="001152B1"/>
    <w:rsid w:val="00115A84"/>
    <w:rsid w:val="00115C8D"/>
    <w:rsid w:val="001166E7"/>
    <w:rsid w:val="0011672B"/>
    <w:rsid w:val="001173DC"/>
    <w:rsid w:val="00121CA2"/>
    <w:rsid w:val="0012225B"/>
    <w:rsid w:val="00122954"/>
    <w:rsid w:val="00122F88"/>
    <w:rsid w:val="00123444"/>
    <w:rsid w:val="001259C7"/>
    <w:rsid w:val="00132ACB"/>
    <w:rsid w:val="00137398"/>
    <w:rsid w:val="0014466A"/>
    <w:rsid w:val="001501F7"/>
    <w:rsid w:val="00153C82"/>
    <w:rsid w:val="00155986"/>
    <w:rsid w:val="00155E62"/>
    <w:rsid w:val="001563CB"/>
    <w:rsid w:val="00156DFB"/>
    <w:rsid w:val="001572F9"/>
    <w:rsid w:val="0016224F"/>
    <w:rsid w:val="001637D4"/>
    <w:rsid w:val="00163BE8"/>
    <w:rsid w:val="00164BFD"/>
    <w:rsid w:val="00165606"/>
    <w:rsid w:val="0017029D"/>
    <w:rsid w:val="0017054A"/>
    <w:rsid w:val="00171DCF"/>
    <w:rsid w:val="0017561B"/>
    <w:rsid w:val="001800E9"/>
    <w:rsid w:val="001815D2"/>
    <w:rsid w:val="0018289D"/>
    <w:rsid w:val="0018391C"/>
    <w:rsid w:val="00184EEC"/>
    <w:rsid w:val="00184F9E"/>
    <w:rsid w:val="0018535D"/>
    <w:rsid w:val="00185DEE"/>
    <w:rsid w:val="00186026"/>
    <w:rsid w:val="001914CB"/>
    <w:rsid w:val="00193D78"/>
    <w:rsid w:val="001974EC"/>
    <w:rsid w:val="001A0ACC"/>
    <w:rsid w:val="001A1640"/>
    <w:rsid w:val="001A514E"/>
    <w:rsid w:val="001A57D2"/>
    <w:rsid w:val="001B10F4"/>
    <w:rsid w:val="001B28FB"/>
    <w:rsid w:val="001B2952"/>
    <w:rsid w:val="001B5679"/>
    <w:rsid w:val="001B5A94"/>
    <w:rsid w:val="001B6482"/>
    <w:rsid w:val="001B6821"/>
    <w:rsid w:val="001B72A0"/>
    <w:rsid w:val="001C0A29"/>
    <w:rsid w:val="001C165E"/>
    <w:rsid w:val="001C4DB5"/>
    <w:rsid w:val="001C563D"/>
    <w:rsid w:val="001C71C4"/>
    <w:rsid w:val="001D0453"/>
    <w:rsid w:val="001D0557"/>
    <w:rsid w:val="001D77F6"/>
    <w:rsid w:val="001E19FD"/>
    <w:rsid w:val="001E1CFD"/>
    <w:rsid w:val="001E27A3"/>
    <w:rsid w:val="001E2B27"/>
    <w:rsid w:val="001E3B43"/>
    <w:rsid w:val="001F00B0"/>
    <w:rsid w:val="001F43D9"/>
    <w:rsid w:val="002007E5"/>
    <w:rsid w:val="00204563"/>
    <w:rsid w:val="00204CB2"/>
    <w:rsid w:val="00207C7D"/>
    <w:rsid w:val="00207DDD"/>
    <w:rsid w:val="00210F71"/>
    <w:rsid w:val="00212D9F"/>
    <w:rsid w:val="00213E44"/>
    <w:rsid w:val="00214A0C"/>
    <w:rsid w:val="00216535"/>
    <w:rsid w:val="00216AFE"/>
    <w:rsid w:val="00217CCB"/>
    <w:rsid w:val="002203E7"/>
    <w:rsid w:val="00220C47"/>
    <w:rsid w:val="00220C8C"/>
    <w:rsid w:val="00221BC9"/>
    <w:rsid w:val="0022409C"/>
    <w:rsid w:val="002317BD"/>
    <w:rsid w:val="00235692"/>
    <w:rsid w:val="00235766"/>
    <w:rsid w:val="00235F56"/>
    <w:rsid w:val="00236528"/>
    <w:rsid w:val="00237134"/>
    <w:rsid w:val="00237964"/>
    <w:rsid w:val="0024018D"/>
    <w:rsid w:val="002432F8"/>
    <w:rsid w:val="0024381E"/>
    <w:rsid w:val="00243955"/>
    <w:rsid w:val="00247A36"/>
    <w:rsid w:val="00247E2C"/>
    <w:rsid w:val="00251849"/>
    <w:rsid w:val="00251F11"/>
    <w:rsid w:val="00256863"/>
    <w:rsid w:val="00257443"/>
    <w:rsid w:val="00260559"/>
    <w:rsid w:val="002609FE"/>
    <w:rsid w:val="0026160F"/>
    <w:rsid w:val="00261BD2"/>
    <w:rsid w:val="00263F6C"/>
    <w:rsid w:val="002646C5"/>
    <w:rsid w:val="002650E6"/>
    <w:rsid w:val="00265E43"/>
    <w:rsid w:val="002700B8"/>
    <w:rsid w:val="00270530"/>
    <w:rsid w:val="00270983"/>
    <w:rsid w:val="002724B2"/>
    <w:rsid w:val="00272E7D"/>
    <w:rsid w:val="002748EE"/>
    <w:rsid w:val="00277178"/>
    <w:rsid w:val="00280CC8"/>
    <w:rsid w:val="00282014"/>
    <w:rsid w:val="00283C98"/>
    <w:rsid w:val="00284303"/>
    <w:rsid w:val="0028687F"/>
    <w:rsid w:val="00290598"/>
    <w:rsid w:val="0029079A"/>
    <w:rsid w:val="00291DF5"/>
    <w:rsid w:val="00293B5F"/>
    <w:rsid w:val="00296B44"/>
    <w:rsid w:val="002A0A44"/>
    <w:rsid w:val="002A2C18"/>
    <w:rsid w:val="002A349C"/>
    <w:rsid w:val="002A40DF"/>
    <w:rsid w:val="002A4D97"/>
    <w:rsid w:val="002A62BB"/>
    <w:rsid w:val="002B000B"/>
    <w:rsid w:val="002B0301"/>
    <w:rsid w:val="002B16A3"/>
    <w:rsid w:val="002B1AE8"/>
    <w:rsid w:val="002B2177"/>
    <w:rsid w:val="002B5390"/>
    <w:rsid w:val="002B6F2A"/>
    <w:rsid w:val="002B74F2"/>
    <w:rsid w:val="002B7EC5"/>
    <w:rsid w:val="002C0906"/>
    <w:rsid w:val="002C1B1D"/>
    <w:rsid w:val="002C20EB"/>
    <w:rsid w:val="002C2D5E"/>
    <w:rsid w:val="002C3F63"/>
    <w:rsid w:val="002C60C2"/>
    <w:rsid w:val="002C75EB"/>
    <w:rsid w:val="002D0A75"/>
    <w:rsid w:val="002D14A4"/>
    <w:rsid w:val="002D1F14"/>
    <w:rsid w:val="002D2758"/>
    <w:rsid w:val="002D2854"/>
    <w:rsid w:val="002D349F"/>
    <w:rsid w:val="002D525F"/>
    <w:rsid w:val="002D795D"/>
    <w:rsid w:val="002E2B8D"/>
    <w:rsid w:val="002E3FBD"/>
    <w:rsid w:val="002E472E"/>
    <w:rsid w:val="002E4E29"/>
    <w:rsid w:val="002E5EE9"/>
    <w:rsid w:val="002E78BB"/>
    <w:rsid w:val="002F006B"/>
    <w:rsid w:val="002F0B26"/>
    <w:rsid w:val="002F1268"/>
    <w:rsid w:val="002F2055"/>
    <w:rsid w:val="002F3F09"/>
    <w:rsid w:val="002F47A6"/>
    <w:rsid w:val="002F4C0A"/>
    <w:rsid w:val="002F4D76"/>
    <w:rsid w:val="002F7179"/>
    <w:rsid w:val="00303F04"/>
    <w:rsid w:val="0030504D"/>
    <w:rsid w:val="00305342"/>
    <w:rsid w:val="003065CE"/>
    <w:rsid w:val="0031356D"/>
    <w:rsid w:val="00314044"/>
    <w:rsid w:val="00314A8C"/>
    <w:rsid w:val="00315A5F"/>
    <w:rsid w:val="00315B39"/>
    <w:rsid w:val="003210FA"/>
    <w:rsid w:val="00322A73"/>
    <w:rsid w:val="00324582"/>
    <w:rsid w:val="003255EF"/>
    <w:rsid w:val="00326D24"/>
    <w:rsid w:val="00327BA6"/>
    <w:rsid w:val="003305B9"/>
    <w:rsid w:val="00331038"/>
    <w:rsid w:val="003341D2"/>
    <w:rsid w:val="00334DFD"/>
    <w:rsid w:val="00335380"/>
    <w:rsid w:val="00336475"/>
    <w:rsid w:val="00355593"/>
    <w:rsid w:val="003566E6"/>
    <w:rsid w:val="00361202"/>
    <w:rsid w:val="0036754E"/>
    <w:rsid w:val="00367A44"/>
    <w:rsid w:val="003703B7"/>
    <w:rsid w:val="00370B06"/>
    <w:rsid w:val="00370FB1"/>
    <w:rsid w:val="0037147D"/>
    <w:rsid w:val="00371984"/>
    <w:rsid w:val="00371AFE"/>
    <w:rsid w:val="0037287F"/>
    <w:rsid w:val="003731B9"/>
    <w:rsid w:val="003734E8"/>
    <w:rsid w:val="00375AFF"/>
    <w:rsid w:val="003764DA"/>
    <w:rsid w:val="0038037A"/>
    <w:rsid w:val="003804A6"/>
    <w:rsid w:val="00380E4A"/>
    <w:rsid w:val="003878C4"/>
    <w:rsid w:val="0039345F"/>
    <w:rsid w:val="00393ADB"/>
    <w:rsid w:val="00396D4C"/>
    <w:rsid w:val="003A0C6F"/>
    <w:rsid w:val="003A196F"/>
    <w:rsid w:val="003A44E2"/>
    <w:rsid w:val="003A47AC"/>
    <w:rsid w:val="003A4B87"/>
    <w:rsid w:val="003A5758"/>
    <w:rsid w:val="003A730B"/>
    <w:rsid w:val="003A7B6E"/>
    <w:rsid w:val="003C0BBB"/>
    <w:rsid w:val="003C6F06"/>
    <w:rsid w:val="003D3CC4"/>
    <w:rsid w:val="003D467B"/>
    <w:rsid w:val="003D4F8C"/>
    <w:rsid w:val="003D533B"/>
    <w:rsid w:val="003D5A44"/>
    <w:rsid w:val="003D68B3"/>
    <w:rsid w:val="003D6B56"/>
    <w:rsid w:val="003D745B"/>
    <w:rsid w:val="003E1588"/>
    <w:rsid w:val="003F0320"/>
    <w:rsid w:val="003F3A98"/>
    <w:rsid w:val="003F737D"/>
    <w:rsid w:val="00402299"/>
    <w:rsid w:val="00402356"/>
    <w:rsid w:val="00405436"/>
    <w:rsid w:val="004106BF"/>
    <w:rsid w:val="00410BE1"/>
    <w:rsid w:val="00412508"/>
    <w:rsid w:val="00412728"/>
    <w:rsid w:val="004169B4"/>
    <w:rsid w:val="00421A8C"/>
    <w:rsid w:val="00421D80"/>
    <w:rsid w:val="0042249D"/>
    <w:rsid w:val="0042716B"/>
    <w:rsid w:val="0043020D"/>
    <w:rsid w:val="00430AF7"/>
    <w:rsid w:val="00430C99"/>
    <w:rsid w:val="00430F5D"/>
    <w:rsid w:val="004318BF"/>
    <w:rsid w:val="004320E1"/>
    <w:rsid w:val="00432C6E"/>
    <w:rsid w:val="004340F7"/>
    <w:rsid w:val="00434CC1"/>
    <w:rsid w:val="00435C84"/>
    <w:rsid w:val="00436AC2"/>
    <w:rsid w:val="004424D4"/>
    <w:rsid w:val="00446ABB"/>
    <w:rsid w:val="00446C54"/>
    <w:rsid w:val="004518F3"/>
    <w:rsid w:val="004527BB"/>
    <w:rsid w:val="00455281"/>
    <w:rsid w:val="0045687E"/>
    <w:rsid w:val="00457ACF"/>
    <w:rsid w:val="00457DD1"/>
    <w:rsid w:val="00462306"/>
    <w:rsid w:val="00462DC1"/>
    <w:rsid w:val="00462F58"/>
    <w:rsid w:val="00463636"/>
    <w:rsid w:val="00464226"/>
    <w:rsid w:val="00466378"/>
    <w:rsid w:val="004665F9"/>
    <w:rsid w:val="004666B2"/>
    <w:rsid w:val="00470491"/>
    <w:rsid w:val="00472652"/>
    <w:rsid w:val="00476646"/>
    <w:rsid w:val="00480232"/>
    <w:rsid w:val="004826EE"/>
    <w:rsid w:val="00484DE8"/>
    <w:rsid w:val="00484EA6"/>
    <w:rsid w:val="00485A81"/>
    <w:rsid w:val="00485C14"/>
    <w:rsid w:val="00485E78"/>
    <w:rsid w:val="004879B2"/>
    <w:rsid w:val="00493252"/>
    <w:rsid w:val="0049386B"/>
    <w:rsid w:val="00493D41"/>
    <w:rsid w:val="00496339"/>
    <w:rsid w:val="00497359"/>
    <w:rsid w:val="00497E56"/>
    <w:rsid w:val="004A058E"/>
    <w:rsid w:val="004A0D2D"/>
    <w:rsid w:val="004A0D7A"/>
    <w:rsid w:val="004A0E22"/>
    <w:rsid w:val="004A14A7"/>
    <w:rsid w:val="004A2D67"/>
    <w:rsid w:val="004A6D36"/>
    <w:rsid w:val="004A7792"/>
    <w:rsid w:val="004B00A5"/>
    <w:rsid w:val="004B0885"/>
    <w:rsid w:val="004B092D"/>
    <w:rsid w:val="004B26D1"/>
    <w:rsid w:val="004B3B19"/>
    <w:rsid w:val="004C1A25"/>
    <w:rsid w:val="004C2CF0"/>
    <w:rsid w:val="004C3E5B"/>
    <w:rsid w:val="004C51F9"/>
    <w:rsid w:val="004C5261"/>
    <w:rsid w:val="004C6124"/>
    <w:rsid w:val="004D064E"/>
    <w:rsid w:val="004D0EB2"/>
    <w:rsid w:val="004D19B1"/>
    <w:rsid w:val="004D1FAB"/>
    <w:rsid w:val="004D5F91"/>
    <w:rsid w:val="004D7626"/>
    <w:rsid w:val="004E3BB6"/>
    <w:rsid w:val="004E3ED0"/>
    <w:rsid w:val="004E45E5"/>
    <w:rsid w:val="004E623D"/>
    <w:rsid w:val="004E6AF2"/>
    <w:rsid w:val="004E73ED"/>
    <w:rsid w:val="004E7CF8"/>
    <w:rsid w:val="004F131D"/>
    <w:rsid w:val="004F42F8"/>
    <w:rsid w:val="004F52D6"/>
    <w:rsid w:val="004F5D6E"/>
    <w:rsid w:val="004F6E9E"/>
    <w:rsid w:val="0050331F"/>
    <w:rsid w:val="005044D0"/>
    <w:rsid w:val="00505B06"/>
    <w:rsid w:val="00506EB9"/>
    <w:rsid w:val="00507150"/>
    <w:rsid w:val="005076F2"/>
    <w:rsid w:val="005078F9"/>
    <w:rsid w:val="005104B4"/>
    <w:rsid w:val="005113BF"/>
    <w:rsid w:val="005129FC"/>
    <w:rsid w:val="00515F6D"/>
    <w:rsid w:val="00516FCF"/>
    <w:rsid w:val="00517190"/>
    <w:rsid w:val="005209D2"/>
    <w:rsid w:val="0052457D"/>
    <w:rsid w:val="0052457E"/>
    <w:rsid w:val="005249F9"/>
    <w:rsid w:val="00524F82"/>
    <w:rsid w:val="00526554"/>
    <w:rsid w:val="00530327"/>
    <w:rsid w:val="00532E70"/>
    <w:rsid w:val="00534A73"/>
    <w:rsid w:val="00540609"/>
    <w:rsid w:val="00540B17"/>
    <w:rsid w:val="00541BC3"/>
    <w:rsid w:val="00543424"/>
    <w:rsid w:val="00543C1D"/>
    <w:rsid w:val="00543CFD"/>
    <w:rsid w:val="00544704"/>
    <w:rsid w:val="00550390"/>
    <w:rsid w:val="00550ADC"/>
    <w:rsid w:val="005516BD"/>
    <w:rsid w:val="00551E0A"/>
    <w:rsid w:val="00554C23"/>
    <w:rsid w:val="0055600A"/>
    <w:rsid w:val="00557208"/>
    <w:rsid w:val="005612B0"/>
    <w:rsid w:val="0056134B"/>
    <w:rsid w:val="00562F45"/>
    <w:rsid w:val="00567258"/>
    <w:rsid w:val="005714DF"/>
    <w:rsid w:val="005746BC"/>
    <w:rsid w:val="00576A0C"/>
    <w:rsid w:val="0058070D"/>
    <w:rsid w:val="005813D8"/>
    <w:rsid w:val="0058165D"/>
    <w:rsid w:val="00581D52"/>
    <w:rsid w:val="00581E5D"/>
    <w:rsid w:val="0058357F"/>
    <w:rsid w:val="00584E54"/>
    <w:rsid w:val="00585105"/>
    <w:rsid w:val="00585F38"/>
    <w:rsid w:val="00586386"/>
    <w:rsid w:val="00593244"/>
    <w:rsid w:val="00593544"/>
    <w:rsid w:val="0059489D"/>
    <w:rsid w:val="005A03FF"/>
    <w:rsid w:val="005A088F"/>
    <w:rsid w:val="005A0E52"/>
    <w:rsid w:val="005A1E1E"/>
    <w:rsid w:val="005A3A67"/>
    <w:rsid w:val="005A6D0C"/>
    <w:rsid w:val="005B1663"/>
    <w:rsid w:val="005B6A8F"/>
    <w:rsid w:val="005B7D90"/>
    <w:rsid w:val="005C0538"/>
    <w:rsid w:val="005C3524"/>
    <w:rsid w:val="005C52D7"/>
    <w:rsid w:val="005D0504"/>
    <w:rsid w:val="005D1DB8"/>
    <w:rsid w:val="005D1E53"/>
    <w:rsid w:val="005D59DA"/>
    <w:rsid w:val="005E0160"/>
    <w:rsid w:val="005E0EEB"/>
    <w:rsid w:val="005E2A92"/>
    <w:rsid w:val="005E3FFF"/>
    <w:rsid w:val="005E4281"/>
    <w:rsid w:val="005E4837"/>
    <w:rsid w:val="005E524C"/>
    <w:rsid w:val="005E6BE0"/>
    <w:rsid w:val="005F2FAE"/>
    <w:rsid w:val="005F418A"/>
    <w:rsid w:val="005F543D"/>
    <w:rsid w:val="005F5A2F"/>
    <w:rsid w:val="005F6FB9"/>
    <w:rsid w:val="00600BC1"/>
    <w:rsid w:val="0060132D"/>
    <w:rsid w:val="006031EB"/>
    <w:rsid w:val="0060329C"/>
    <w:rsid w:val="006055A7"/>
    <w:rsid w:val="00605654"/>
    <w:rsid w:val="00606ADC"/>
    <w:rsid w:val="00610335"/>
    <w:rsid w:val="00611CA4"/>
    <w:rsid w:val="00613090"/>
    <w:rsid w:val="0061343E"/>
    <w:rsid w:val="006152E6"/>
    <w:rsid w:val="00615B55"/>
    <w:rsid w:val="006160A2"/>
    <w:rsid w:val="00616D52"/>
    <w:rsid w:val="00621ADC"/>
    <w:rsid w:val="006220E3"/>
    <w:rsid w:val="006256C1"/>
    <w:rsid w:val="0062775F"/>
    <w:rsid w:val="006277A5"/>
    <w:rsid w:val="00627C43"/>
    <w:rsid w:val="00631DA7"/>
    <w:rsid w:val="00640F1E"/>
    <w:rsid w:val="00641D4D"/>
    <w:rsid w:val="00644299"/>
    <w:rsid w:val="0064484D"/>
    <w:rsid w:val="00646592"/>
    <w:rsid w:val="00650688"/>
    <w:rsid w:val="00653C38"/>
    <w:rsid w:val="00661BF5"/>
    <w:rsid w:val="00661F18"/>
    <w:rsid w:val="00661F89"/>
    <w:rsid w:val="006627BD"/>
    <w:rsid w:val="006637D6"/>
    <w:rsid w:val="00663B50"/>
    <w:rsid w:val="0066483D"/>
    <w:rsid w:val="0066562B"/>
    <w:rsid w:val="00666A40"/>
    <w:rsid w:val="00667041"/>
    <w:rsid w:val="00667BB3"/>
    <w:rsid w:val="00670CD4"/>
    <w:rsid w:val="00670E73"/>
    <w:rsid w:val="00670FBC"/>
    <w:rsid w:val="006721A6"/>
    <w:rsid w:val="0067241D"/>
    <w:rsid w:val="00672538"/>
    <w:rsid w:val="006731EA"/>
    <w:rsid w:val="00675537"/>
    <w:rsid w:val="00676E31"/>
    <w:rsid w:val="00677971"/>
    <w:rsid w:val="006804BE"/>
    <w:rsid w:val="00681311"/>
    <w:rsid w:val="00682052"/>
    <w:rsid w:val="00682972"/>
    <w:rsid w:val="0068389A"/>
    <w:rsid w:val="00686929"/>
    <w:rsid w:val="00687B83"/>
    <w:rsid w:val="00692036"/>
    <w:rsid w:val="006940DA"/>
    <w:rsid w:val="00694117"/>
    <w:rsid w:val="006A0984"/>
    <w:rsid w:val="006A146B"/>
    <w:rsid w:val="006A2090"/>
    <w:rsid w:val="006A326D"/>
    <w:rsid w:val="006A61F4"/>
    <w:rsid w:val="006B06B3"/>
    <w:rsid w:val="006C54EF"/>
    <w:rsid w:val="006C60BF"/>
    <w:rsid w:val="006C62AE"/>
    <w:rsid w:val="006C6C21"/>
    <w:rsid w:val="006C7C02"/>
    <w:rsid w:val="006D262D"/>
    <w:rsid w:val="006D2E18"/>
    <w:rsid w:val="006D422A"/>
    <w:rsid w:val="006D7A63"/>
    <w:rsid w:val="006E0237"/>
    <w:rsid w:val="006E0A5D"/>
    <w:rsid w:val="006E0FAC"/>
    <w:rsid w:val="006E1F2D"/>
    <w:rsid w:val="006E2131"/>
    <w:rsid w:val="006E2149"/>
    <w:rsid w:val="006E430A"/>
    <w:rsid w:val="006E47BF"/>
    <w:rsid w:val="006E4A63"/>
    <w:rsid w:val="006E7F24"/>
    <w:rsid w:val="006F086A"/>
    <w:rsid w:val="006F0F0B"/>
    <w:rsid w:val="006F3994"/>
    <w:rsid w:val="006F4945"/>
    <w:rsid w:val="006F5197"/>
    <w:rsid w:val="006F6900"/>
    <w:rsid w:val="00702881"/>
    <w:rsid w:val="00702F6B"/>
    <w:rsid w:val="007052E7"/>
    <w:rsid w:val="007102DB"/>
    <w:rsid w:val="007108B2"/>
    <w:rsid w:val="00710CD5"/>
    <w:rsid w:val="00711797"/>
    <w:rsid w:val="0072023E"/>
    <w:rsid w:val="00720CA6"/>
    <w:rsid w:val="00722102"/>
    <w:rsid w:val="007275C6"/>
    <w:rsid w:val="00727C86"/>
    <w:rsid w:val="00727E09"/>
    <w:rsid w:val="0073023B"/>
    <w:rsid w:val="0073405C"/>
    <w:rsid w:val="0073480F"/>
    <w:rsid w:val="0073691E"/>
    <w:rsid w:val="00740268"/>
    <w:rsid w:val="007418A7"/>
    <w:rsid w:val="007443A7"/>
    <w:rsid w:val="00744A64"/>
    <w:rsid w:val="00744B3E"/>
    <w:rsid w:val="0074557D"/>
    <w:rsid w:val="00745A16"/>
    <w:rsid w:val="00746A84"/>
    <w:rsid w:val="00747142"/>
    <w:rsid w:val="00751301"/>
    <w:rsid w:val="007550FB"/>
    <w:rsid w:val="0075674B"/>
    <w:rsid w:val="00761C95"/>
    <w:rsid w:val="00763650"/>
    <w:rsid w:val="00765B0C"/>
    <w:rsid w:val="00766243"/>
    <w:rsid w:val="00772668"/>
    <w:rsid w:val="00772BD8"/>
    <w:rsid w:val="00772CDC"/>
    <w:rsid w:val="00774122"/>
    <w:rsid w:val="0077488F"/>
    <w:rsid w:val="0077701C"/>
    <w:rsid w:val="0078051A"/>
    <w:rsid w:val="00780792"/>
    <w:rsid w:val="007808BC"/>
    <w:rsid w:val="00783683"/>
    <w:rsid w:val="007859FB"/>
    <w:rsid w:val="007868C1"/>
    <w:rsid w:val="00791B1B"/>
    <w:rsid w:val="0079216B"/>
    <w:rsid w:val="00794225"/>
    <w:rsid w:val="007956DF"/>
    <w:rsid w:val="00796F64"/>
    <w:rsid w:val="007A21B6"/>
    <w:rsid w:val="007A2FC2"/>
    <w:rsid w:val="007A4192"/>
    <w:rsid w:val="007A4E33"/>
    <w:rsid w:val="007A7465"/>
    <w:rsid w:val="007B2B94"/>
    <w:rsid w:val="007B58EB"/>
    <w:rsid w:val="007C171B"/>
    <w:rsid w:val="007C254C"/>
    <w:rsid w:val="007C39C4"/>
    <w:rsid w:val="007C4F1D"/>
    <w:rsid w:val="007C57D5"/>
    <w:rsid w:val="007D085C"/>
    <w:rsid w:val="007D2865"/>
    <w:rsid w:val="007D4107"/>
    <w:rsid w:val="007D4667"/>
    <w:rsid w:val="007D78CC"/>
    <w:rsid w:val="007E0C49"/>
    <w:rsid w:val="007E1012"/>
    <w:rsid w:val="007E1C56"/>
    <w:rsid w:val="007E1F64"/>
    <w:rsid w:val="007E2D37"/>
    <w:rsid w:val="007E5C1D"/>
    <w:rsid w:val="007F1FE0"/>
    <w:rsid w:val="007F70E8"/>
    <w:rsid w:val="008001E8"/>
    <w:rsid w:val="0080189D"/>
    <w:rsid w:val="00802A4D"/>
    <w:rsid w:val="00804EA3"/>
    <w:rsid w:val="008052DD"/>
    <w:rsid w:val="00805D48"/>
    <w:rsid w:val="0081032E"/>
    <w:rsid w:val="00812B60"/>
    <w:rsid w:val="00813B09"/>
    <w:rsid w:val="00813BB5"/>
    <w:rsid w:val="00816B78"/>
    <w:rsid w:val="00817B6A"/>
    <w:rsid w:val="0082013F"/>
    <w:rsid w:val="00820B35"/>
    <w:rsid w:val="0082265D"/>
    <w:rsid w:val="00824BC4"/>
    <w:rsid w:val="008273EA"/>
    <w:rsid w:val="008300C6"/>
    <w:rsid w:val="008331D3"/>
    <w:rsid w:val="00833553"/>
    <w:rsid w:val="00833FBD"/>
    <w:rsid w:val="00836AAD"/>
    <w:rsid w:val="00837B3D"/>
    <w:rsid w:val="008416A4"/>
    <w:rsid w:val="0084254F"/>
    <w:rsid w:val="00843472"/>
    <w:rsid w:val="008474D7"/>
    <w:rsid w:val="00852891"/>
    <w:rsid w:val="00852A36"/>
    <w:rsid w:val="00854406"/>
    <w:rsid w:val="00855A5D"/>
    <w:rsid w:val="008568DA"/>
    <w:rsid w:val="00856BE7"/>
    <w:rsid w:val="008571DA"/>
    <w:rsid w:val="0086114A"/>
    <w:rsid w:val="0086239F"/>
    <w:rsid w:val="008663D6"/>
    <w:rsid w:val="00866EB9"/>
    <w:rsid w:val="00870D2E"/>
    <w:rsid w:val="00871E90"/>
    <w:rsid w:val="00872B1E"/>
    <w:rsid w:val="00872B92"/>
    <w:rsid w:val="00874058"/>
    <w:rsid w:val="00874154"/>
    <w:rsid w:val="0087485D"/>
    <w:rsid w:val="008757CF"/>
    <w:rsid w:val="00877DB6"/>
    <w:rsid w:val="0088361E"/>
    <w:rsid w:val="008847C8"/>
    <w:rsid w:val="00885A0B"/>
    <w:rsid w:val="00885C64"/>
    <w:rsid w:val="008861A6"/>
    <w:rsid w:val="00886457"/>
    <w:rsid w:val="00886C88"/>
    <w:rsid w:val="008879AF"/>
    <w:rsid w:val="00887F7A"/>
    <w:rsid w:val="00890600"/>
    <w:rsid w:val="00893FA6"/>
    <w:rsid w:val="0089428E"/>
    <w:rsid w:val="0089500A"/>
    <w:rsid w:val="00895A7D"/>
    <w:rsid w:val="00895B10"/>
    <w:rsid w:val="00897EBF"/>
    <w:rsid w:val="008A2189"/>
    <w:rsid w:val="008A2D09"/>
    <w:rsid w:val="008A5F74"/>
    <w:rsid w:val="008B2E3A"/>
    <w:rsid w:val="008B321F"/>
    <w:rsid w:val="008B61D3"/>
    <w:rsid w:val="008B6C5F"/>
    <w:rsid w:val="008B7194"/>
    <w:rsid w:val="008B7245"/>
    <w:rsid w:val="008B76D9"/>
    <w:rsid w:val="008C31F7"/>
    <w:rsid w:val="008C611E"/>
    <w:rsid w:val="008C6AC4"/>
    <w:rsid w:val="008D25FD"/>
    <w:rsid w:val="008D2C4E"/>
    <w:rsid w:val="008D3239"/>
    <w:rsid w:val="008D3A40"/>
    <w:rsid w:val="008D6A67"/>
    <w:rsid w:val="008D6AD2"/>
    <w:rsid w:val="008D6FB4"/>
    <w:rsid w:val="008E0DC0"/>
    <w:rsid w:val="008E3303"/>
    <w:rsid w:val="008E5BD8"/>
    <w:rsid w:val="008E7939"/>
    <w:rsid w:val="008F344B"/>
    <w:rsid w:val="008F5E1E"/>
    <w:rsid w:val="008F675E"/>
    <w:rsid w:val="00904C78"/>
    <w:rsid w:val="009058EE"/>
    <w:rsid w:val="009077F6"/>
    <w:rsid w:val="00912845"/>
    <w:rsid w:val="00912E8C"/>
    <w:rsid w:val="00913684"/>
    <w:rsid w:val="0091566A"/>
    <w:rsid w:val="0091695B"/>
    <w:rsid w:val="00921A7A"/>
    <w:rsid w:val="0092224D"/>
    <w:rsid w:val="00923288"/>
    <w:rsid w:val="00923651"/>
    <w:rsid w:val="00925208"/>
    <w:rsid w:val="00925938"/>
    <w:rsid w:val="00926F51"/>
    <w:rsid w:val="00926FF3"/>
    <w:rsid w:val="00940CD5"/>
    <w:rsid w:val="00950403"/>
    <w:rsid w:val="00953BC7"/>
    <w:rsid w:val="0095508E"/>
    <w:rsid w:val="009552AE"/>
    <w:rsid w:val="00955466"/>
    <w:rsid w:val="0095640A"/>
    <w:rsid w:val="00956F42"/>
    <w:rsid w:val="00960B58"/>
    <w:rsid w:val="0096219D"/>
    <w:rsid w:val="009625F1"/>
    <w:rsid w:val="009631ED"/>
    <w:rsid w:val="00963B8E"/>
    <w:rsid w:val="00965EF4"/>
    <w:rsid w:val="00967FA6"/>
    <w:rsid w:val="0097281F"/>
    <w:rsid w:val="00972C2D"/>
    <w:rsid w:val="00974D16"/>
    <w:rsid w:val="00975795"/>
    <w:rsid w:val="009767FC"/>
    <w:rsid w:val="009770B0"/>
    <w:rsid w:val="00977CB1"/>
    <w:rsid w:val="00980764"/>
    <w:rsid w:val="00980AC4"/>
    <w:rsid w:val="00982F9B"/>
    <w:rsid w:val="00984B31"/>
    <w:rsid w:val="009865CF"/>
    <w:rsid w:val="00986952"/>
    <w:rsid w:val="00986B29"/>
    <w:rsid w:val="00990B96"/>
    <w:rsid w:val="00993888"/>
    <w:rsid w:val="00993C91"/>
    <w:rsid w:val="00995183"/>
    <w:rsid w:val="0099537F"/>
    <w:rsid w:val="00996299"/>
    <w:rsid w:val="009A50CC"/>
    <w:rsid w:val="009A630E"/>
    <w:rsid w:val="009B1F71"/>
    <w:rsid w:val="009B2DB3"/>
    <w:rsid w:val="009B37FB"/>
    <w:rsid w:val="009B490D"/>
    <w:rsid w:val="009B70CD"/>
    <w:rsid w:val="009C314A"/>
    <w:rsid w:val="009C4ABD"/>
    <w:rsid w:val="009C5167"/>
    <w:rsid w:val="009C649B"/>
    <w:rsid w:val="009C78F8"/>
    <w:rsid w:val="009D072C"/>
    <w:rsid w:val="009D2181"/>
    <w:rsid w:val="009D6A06"/>
    <w:rsid w:val="009D7331"/>
    <w:rsid w:val="009D7433"/>
    <w:rsid w:val="009D7A28"/>
    <w:rsid w:val="009E021D"/>
    <w:rsid w:val="009E05F4"/>
    <w:rsid w:val="009E561A"/>
    <w:rsid w:val="009E6199"/>
    <w:rsid w:val="009E728E"/>
    <w:rsid w:val="009E764F"/>
    <w:rsid w:val="009F15EA"/>
    <w:rsid w:val="009F2229"/>
    <w:rsid w:val="009F3E10"/>
    <w:rsid w:val="009F57DC"/>
    <w:rsid w:val="009F6F25"/>
    <w:rsid w:val="00A01421"/>
    <w:rsid w:val="00A031CD"/>
    <w:rsid w:val="00A061FF"/>
    <w:rsid w:val="00A06B9B"/>
    <w:rsid w:val="00A06E7D"/>
    <w:rsid w:val="00A11EB5"/>
    <w:rsid w:val="00A12934"/>
    <w:rsid w:val="00A12F9B"/>
    <w:rsid w:val="00A15280"/>
    <w:rsid w:val="00A1593B"/>
    <w:rsid w:val="00A15C94"/>
    <w:rsid w:val="00A20347"/>
    <w:rsid w:val="00A20C96"/>
    <w:rsid w:val="00A22E20"/>
    <w:rsid w:val="00A2659C"/>
    <w:rsid w:val="00A279F1"/>
    <w:rsid w:val="00A304CB"/>
    <w:rsid w:val="00A36D51"/>
    <w:rsid w:val="00A37C2E"/>
    <w:rsid w:val="00A40D71"/>
    <w:rsid w:val="00A40F51"/>
    <w:rsid w:val="00A427DE"/>
    <w:rsid w:val="00A506EF"/>
    <w:rsid w:val="00A526D8"/>
    <w:rsid w:val="00A52DC7"/>
    <w:rsid w:val="00A54543"/>
    <w:rsid w:val="00A54F60"/>
    <w:rsid w:val="00A5720F"/>
    <w:rsid w:val="00A62318"/>
    <w:rsid w:val="00A6389E"/>
    <w:rsid w:val="00A64D64"/>
    <w:rsid w:val="00A705B7"/>
    <w:rsid w:val="00A71B91"/>
    <w:rsid w:val="00A72B37"/>
    <w:rsid w:val="00A735D4"/>
    <w:rsid w:val="00A74BE9"/>
    <w:rsid w:val="00A776A3"/>
    <w:rsid w:val="00A806CC"/>
    <w:rsid w:val="00A8469E"/>
    <w:rsid w:val="00A84F07"/>
    <w:rsid w:val="00A919C5"/>
    <w:rsid w:val="00A92D66"/>
    <w:rsid w:val="00A92E61"/>
    <w:rsid w:val="00A93D27"/>
    <w:rsid w:val="00A9593E"/>
    <w:rsid w:val="00A96DEC"/>
    <w:rsid w:val="00A9719C"/>
    <w:rsid w:val="00AA0540"/>
    <w:rsid w:val="00AA1663"/>
    <w:rsid w:val="00AA2AD6"/>
    <w:rsid w:val="00AA33BC"/>
    <w:rsid w:val="00AA3E6F"/>
    <w:rsid w:val="00AA759F"/>
    <w:rsid w:val="00AA78CB"/>
    <w:rsid w:val="00AB39CB"/>
    <w:rsid w:val="00AB3CB0"/>
    <w:rsid w:val="00AB5B35"/>
    <w:rsid w:val="00AB5DBA"/>
    <w:rsid w:val="00AB643E"/>
    <w:rsid w:val="00AC3DEF"/>
    <w:rsid w:val="00AC627D"/>
    <w:rsid w:val="00AC7FF3"/>
    <w:rsid w:val="00AD0F34"/>
    <w:rsid w:val="00AD1646"/>
    <w:rsid w:val="00AD187A"/>
    <w:rsid w:val="00AD688A"/>
    <w:rsid w:val="00AE189F"/>
    <w:rsid w:val="00AE7ECE"/>
    <w:rsid w:val="00AF271D"/>
    <w:rsid w:val="00AF439F"/>
    <w:rsid w:val="00AF5F87"/>
    <w:rsid w:val="00AF7BC1"/>
    <w:rsid w:val="00AF7CEB"/>
    <w:rsid w:val="00B006A8"/>
    <w:rsid w:val="00B044AB"/>
    <w:rsid w:val="00B05773"/>
    <w:rsid w:val="00B1042F"/>
    <w:rsid w:val="00B11786"/>
    <w:rsid w:val="00B11B6C"/>
    <w:rsid w:val="00B11B9A"/>
    <w:rsid w:val="00B123E2"/>
    <w:rsid w:val="00B12782"/>
    <w:rsid w:val="00B13952"/>
    <w:rsid w:val="00B2058E"/>
    <w:rsid w:val="00B206D5"/>
    <w:rsid w:val="00B2096D"/>
    <w:rsid w:val="00B217E3"/>
    <w:rsid w:val="00B22971"/>
    <w:rsid w:val="00B23E08"/>
    <w:rsid w:val="00B25F80"/>
    <w:rsid w:val="00B306E0"/>
    <w:rsid w:val="00B30AD8"/>
    <w:rsid w:val="00B31264"/>
    <w:rsid w:val="00B33081"/>
    <w:rsid w:val="00B33D2C"/>
    <w:rsid w:val="00B34921"/>
    <w:rsid w:val="00B3631A"/>
    <w:rsid w:val="00B36AD4"/>
    <w:rsid w:val="00B377E6"/>
    <w:rsid w:val="00B45D15"/>
    <w:rsid w:val="00B45E65"/>
    <w:rsid w:val="00B46DD2"/>
    <w:rsid w:val="00B50F90"/>
    <w:rsid w:val="00B51E6C"/>
    <w:rsid w:val="00B564CC"/>
    <w:rsid w:val="00B56748"/>
    <w:rsid w:val="00B56D44"/>
    <w:rsid w:val="00B60CE3"/>
    <w:rsid w:val="00B61272"/>
    <w:rsid w:val="00B61F75"/>
    <w:rsid w:val="00B64483"/>
    <w:rsid w:val="00B657BB"/>
    <w:rsid w:val="00B664C5"/>
    <w:rsid w:val="00B70FE8"/>
    <w:rsid w:val="00B74349"/>
    <w:rsid w:val="00B7468E"/>
    <w:rsid w:val="00B7662A"/>
    <w:rsid w:val="00B7712A"/>
    <w:rsid w:val="00B8156E"/>
    <w:rsid w:val="00B81F4F"/>
    <w:rsid w:val="00B8279A"/>
    <w:rsid w:val="00B82E56"/>
    <w:rsid w:val="00B83A55"/>
    <w:rsid w:val="00B83B50"/>
    <w:rsid w:val="00B86D33"/>
    <w:rsid w:val="00B904DE"/>
    <w:rsid w:val="00B91716"/>
    <w:rsid w:val="00B9550B"/>
    <w:rsid w:val="00B95AA9"/>
    <w:rsid w:val="00B96083"/>
    <w:rsid w:val="00B96C8B"/>
    <w:rsid w:val="00B96DCF"/>
    <w:rsid w:val="00B977E4"/>
    <w:rsid w:val="00BA00B3"/>
    <w:rsid w:val="00BA0E34"/>
    <w:rsid w:val="00BA3362"/>
    <w:rsid w:val="00BA3BAA"/>
    <w:rsid w:val="00BA406C"/>
    <w:rsid w:val="00BA566B"/>
    <w:rsid w:val="00BA5E9D"/>
    <w:rsid w:val="00BA692B"/>
    <w:rsid w:val="00BB140F"/>
    <w:rsid w:val="00BB27BA"/>
    <w:rsid w:val="00BB373C"/>
    <w:rsid w:val="00BB5A8C"/>
    <w:rsid w:val="00BB6221"/>
    <w:rsid w:val="00BB685D"/>
    <w:rsid w:val="00BB72D3"/>
    <w:rsid w:val="00BC00E8"/>
    <w:rsid w:val="00BC032E"/>
    <w:rsid w:val="00BC04F5"/>
    <w:rsid w:val="00BC4932"/>
    <w:rsid w:val="00BC4ACE"/>
    <w:rsid w:val="00BC4BFF"/>
    <w:rsid w:val="00BC4DFF"/>
    <w:rsid w:val="00BC6857"/>
    <w:rsid w:val="00BC6CF0"/>
    <w:rsid w:val="00BC6D65"/>
    <w:rsid w:val="00BD070C"/>
    <w:rsid w:val="00BD1AC7"/>
    <w:rsid w:val="00BD250C"/>
    <w:rsid w:val="00BE0C8A"/>
    <w:rsid w:val="00BE52FC"/>
    <w:rsid w:val="00BE5618"/>
    <w:rsid w:val="00BF1AB9"/>
    <w:rsid w:val="00BF60D5"/>
    <w:rsid w:val="00BF6D73"/>
    <w:rsid w:val="00BF70E1"/>
    <w:rsid w:val="00C00628"/>
    <w:rsid w:val="00C007CA"/>
    <w:rsid w:val="00C01907"/>
    <w:rsid w:val="00C019A4"/>
    <w:rsid w:val="00C0799F"/>
    <w:rsid w:val="00C12C4E"/>
    <w:rsid w:val="00C1785E"/>
    <w:rsid w:val="00C23B50"/>
    <w:rsid w:val="00C25A46"/>
    <w:rsid w:val="00C2734A"/>
    <w:rsid w:val="00C31CBB"/>
    <w:rsid w:val="00C32BD2"/>
    <w:rsid w:val="00C330B5"/>
    <w:rsid w:val="00C357A7"/>
    <w:rsid w:val="00C364C9"/>
    <w:rsid w:val="00C4026F"/>
    <w:rsid w:val="00C4150F"/>
    <w:rsid w:val="00C41BD2"/>
    <w:rsid w:val="00C41EFC"/>
    <w:rsid w:val="00C43712"/>
    <w:rsid w:val="00C45451"/>
    <w:rsid w:val="00C45534"/>
    <w:rsid w:val="00C4557B"/>
    <w:rsid w:val="00C51141"/>
    <w:rsid w:val="00C54745"/>
    <w:rsid w:val="00C62375"/>
    <w:rsid w:val="00C637EA"/>
    <w:rsid w:val="00C63E4F"/>
    <w:rsid w:val="00C66233"/>
    <w:rsid w:val="00C66AB4"/>
    <w:rsid w:val="00C67111"/>
    <w:rsid w:val="00C67F60"/>
    <w:rsid w:val="00C744B9"/>
    <w:rsid w:val="00C746A9"/>
    <w:rsid w:val="00C75098"/>
    <w:rsid w:val="00C768BD"/>
    <w:rsid w:val="00C84D7A"/>
    <w:rsid w:val="00C864EA"/>
    <w:rsid w:val="00C86874"/>
    <w:rsid w:val="00C871FB"/>
    <w:rsid w:val="00C87E55"/>
    <w:rsid w:val="00C906BD"/>
    <w:rsid w:val="00C917C5"/>
    <w:rsid w:val="00C93CA8"/>
    <w:rsid w:val="00C9450C"/>
    <w:rsid w:val="00C94D68"/>
    <w:rsid w:val="00C95DAA"/>
    <w:rsid w:val="00CA3607"/>
    <w:rsid w:val="00CA443C"/>
    <w:rsid w:val="00CA548E"/>
    <w:rsid w:val="00CA693B"/>
    <w:rsid w:val="00CA6E62"/>
    <w:rsid w:val="00CB05D2"/>
    <w:rsid w:val="00CB19D7"/>
    <w:rsid w:val="00CB29CC"/>
    <w:rsid w:val="00CB440C"/>
    <w:rsid w:val="00CB464C"/>
    <w:rsid w:val="00CB4B2A"/>
    <w:rsid w:val="00CB58EC"/>
    <w:rsid w:val="00CB6721"/>
    <w:rsid w:val="00CC389E"/>
    <w:rsid w:val="00CC4643"/>
    <w:rsid w:val="00CC659A"/>
    <w:rsid w:val="00CC72EE"/>
    <w:rsid w:val="00CD0E5C"/>
    <w:rsid w:val="00CD2F49"/>
    <w:rsid w:val="00CD36F0"/>
    <w:rsid w:val="00CD5AC4"/>
    <w:rsid w:val="00CD729F"/>
    <w:rsid w:val="00CD780A"/>
    <w:rsid w:val="00CD7E04"/>
    <w:rsid w:val="00CE0319"/>
    <w:rsid w:val="00CE0C28"/>
    <w:rsid w:val="00CE1B75"/>
    <w:rsid w:val="00CE2918"/>
    <w:rsid w:val="00CE4780"/>
    <w:rsid w:val="00CE6329"/>
    <w:rsid w:val="00CE66D4"/>
    <w:rsid w:val="00CE6D5A"/>
    <w:rsid w:val="00CE7BDD"/>
    <w:rsid w:val="00CF1688"/>
    <w:rsid w:val="00CF2EA8"/>
    <w:rsid w:val="00CF3C35"/>
    <w:rsid w:val="00CF64C7"/>
    <w:rsid w:val="00CF6693"/>
    <w:rsid w:val="00CF70D4"/>
    <w:rsid w:val="00CF7D14"/>
    <w:rsid w:val="00D03972"/>
    <w:rsid w:val="00D05B25"/>
    <w:rsid w:val="00D07951"/>
    <w:rsid w:val="00D079EB"/>
    <w:rsid w:val="00D07F41"/>
    <w:rsid w:val="00D10FE1"/>
    <w:rsid w:val="00D12505"/>
    <w:rsid w:val="00D1263A"/>
    <w:rsid w:val="00D1324F"/>
    <w:rsid w:val="00D16ABB"/>
    <w:rsid w:val="00D17088"/>
    <w:rsid w:val="00D17123"/>
    <w:rsid w:val="00D2263C"/>
    <w:rsid w:val="00D24612"/>
    <w:rsid w:val="00D2466B"/>
    <w:rsid w:val="00D24FCD"/>
    <w:rsid w:val="00D27011"/>
    <w:rsid w:val="00D3192C"/>
    <w:rsid w:val="00D3426A"/>
    <w:rsid w:val="00D34322"/>
    <w:rsid w:val="00D3541E"/>
    <w:rsid w:val="00D365B8"/>
    <w:rsid w:val="00D374B3"/>
    <w:rsid w:val="00D37B89"/>
    <w:rsid w:val="00D37E6F"/>
    <w:rsid w:val="00D41AB9"/>
    <w:rsid w:val="00D42894"/>
    <w:rsid w:val="00D44046"/>
    <w:rsid w:val="00D44316"/>
    <w:rsid w:val="00D45A1B"/>
    <w:rsid w:val="00D50A2D"/>
    <w:rsid w:val="00D53E0F"/>
    <w:rsid w:val="00D55687"/>
    <w:rsid w:val="00D56CAE"/>
    <w:rsid w:val="00D60AC8"/>
    <w:rsid w:val="00D60F5D"/>
    <w:rsid w:val="00D64238"/>
    <w:rsid w:val="00D64AE0"/>
    <w:rsid w:val="00D653E3"/>
    <w:rsid w:val="00D655AF"/>
    <w:rsid w:val="00D6774D"/>
    <w:rsid w:val="00D712AC"/>
    <w:rsid w:val="00D71575"/>
    <w:rsid w:val="00D72A07"/>
    <w:rsid w:val="00D75011"/>
    <w:rsid w:val="00D772CF"/>
    <w:rsid w:val="00D80201"/>
    <w:rsid w:val="00D82D2E"/>
    <w:rsid w:val="00D85E31"/>
    <w:rsid w:val="00D85F18"/>
    <w:rsid w:val="00D90163"/>
    <w:rsid w:val="00D9023C"/>
    <w:rsid w:val="00D941E1"/>
    <w:rsid w:val="00D947DF"/>
    <w:rsid w:val="00D952F8"/>
    <w:rsid w:val="00D95486"/>
    <w:rsid w:val="00D97235"/>
    <w:rsid w:val="00DA22F4"/>
    <w:rsid w:val="00DA299D"/>
    <w:rsid w:val="00DA29AD"/>
    <w:rsid w:val="00DA2AEA"/>
    <w:rsid w:val="00DA3810"/>
    <w:rsid w:val="00DA38BB"/>
    <w:rsid w:val="00DA5B32"/>
    <w:rsid w:val="00DB009E"/>
    <w:rsid w:val="00DB0511"/>
    <w:rsid w:val="00DB0A93"/>
    <w:rsid w:val="00DB47C9"/>
    <w:rsid w:val="00DB59AE"/>
    <w:rsid w:val="00DB7B42"/>
    <w:rsid w:val="00DC0FD6"/>
    <w:rsid w:val="00DC222C"/>
    <w:rsid w:val="00DC3412"/>
    <w:rsid w:val="00DC4D5F"/>
    <w:rsid w:val="00DC7AED"/>
    <w:rsid w:val="00DC7C09"/>
    <w:rsid w:val="00DD259B"/>
    <w:rsid w:val="00DD2A10"/>
    <w:rsid w:val="00DD6117"/>
    <w:rsid w:val="00DD6E6B"/>
    <w:rsid w:val="00DE0047"/>
    <w:rsid w:val="00DE00B1"/>
    <w:rsid w:val="00DE22A2"/>
    <w:rsid w:val="00DE2F4B"/>
    <w:rsid w:val="00DE7172"/>
    <w:rsid w:val="00DE7B79"/>
    <w:rsid w:val="00DF1F51"/>
    <w:rsid w:val="00DF2848"/>
    <w:rsid w:val="00DF2B23"/>
    <w:rsid w:val="00DF42DC"/>
    <w:rsid w:val="00E01E1D"/>
    <w:rsid w:val="00E0271B"/>
    <w:rsid w:val="00E05003"/>
    <w:rsid w:val="00E05891"/>
    <w:rsid w:val="00E12149"/>
    <w:rsid w:val="00E1319D"/>
    <w:rsid w:val="00E15481"/>
    <w:rsid w:val="00E15BA3"/>
    <w:rsid w:val="00E163E3"/>
    <w:rsid w:val="00E17277"/>
    <w:rsid w:val="00E17CD3"/>
    <w:rsid w:val="00E201D8"/>
    <w:rsid w:val="00E201FF"/>
    <w:rsid w:val="00E21084"/>
    <w:rsid w:val="00E229A8"/>
    <w:rsid w:val="00E22B40"/>
    <w:rsid w:val="00E230B0"/>
    <w:rsid w:val="00E23FD9"/>
    <w:rsid w:val="00E240E7"/>
    <w:rsid w:val="00E25123"/>
    <w:rsid w:val="00E25292"/>
    <w:rsid w:val="00E26BB5"/>
    <w:rsid w:val="00E31D85"/>
    <w:rsid w:val="00E33FDE"/>
    <w:rsid w:val="00E3416B"/>
    <w:rsid w:val="00E368F4"/>
    <w:rsid w:val="00E41FA1"/>
    <w:rsid w:val="00E4202B"/>
    <w:rsid w:val="00E44849"/>
    <w:rsid w:val="00E45DC4"/>
    <w:rsid w:val="00E45F31"/>
    <w:rsid w:val="00E46C9B"/>
    <w:rsid w:val="00E5083A"/>
    <w:rsid w:val="00E54B67"/>
    <w:rsid w:val="00E54D58"/>
    <w:rsid w:val="00E55C1D"/>
    <w:rsid w:val="00E57B83"/>
    <w:rsid w:val="00E60359"/>
    <w:rsid w:val="00E61726"/>
    <w:rsid w:val="00E64195"/>
    <w:rsid w:val="00E658C3"/>
    <w:rsid w:val="00E66C2F"/>
    <w:rsid w:val="00E70C06"/>
    <w:rsid w:val="00E730CF"/>
    <w:rsid w:val="00E73207"/>
    <w:rsid w:val="00E736C4"/>
    <w:rsid w:val="00E73D43"/>
    <w:rsid w:val="00E740CD"/>
    <w:rsid w:val="00E74A98"/>
    <w:rsid w:val="00E76A02"/>
    <w:rsid w:val="00E77F54"/>
    <w:rsid w:val="00E81D57"/>
    <w:rsid w:val="00E83B3B"/>
    <w:rsid w:val="00E84A7F"/>
    <w:rsid w:val="00E84BF1"/>
    <w:rsid w:val="00E85273"/>
    <w:rsid w:val="00E85A5B"/>
    <w:rsid w:val="00E8650F"/>
    <w:rsid w:val="00E87520"/>
    <w:rsid w:val="00E87A69"/>
    <w:rsid w:val="00E923BA"/>
    <w:rsid w:val="00E94733"/>
    <w:rsid w:val="00E954F0"/>
    <w:rsid w:val="00E95A2A"/>
    <w:rsid w:val="00E95DC0"/>
    <w:rsid w:val="00E978F7"/>
    <w:rsid w:val="00E97EFF"/>
    <w:rsid w:val="00EA0C42"/>
    <w:rsid w:val="00EA3EBB"/>
    <w:rsid w:val="00EA3FFD"/>
    <w:rsid w:val="00EA4F60"/>
    <w:rsid w:val="00EA6618"/>
    <w:rsid w:val="00EA73B6"/>
    <w:rsid w:val="00EB043C"/>
    <w:rsid w:val="00EB0714"/>
    <w:rsid w:val="00EB11FA"/>
    <w:rsid w:val="00EB3504"/>
    <w:rsid w:val="00EB4F36"/>
    <w:rsid w:val="00EB60AF"/>
    <w:rsid w:val="00EB6DC5"/>
    <w:rsid w:val="00EB7175"/>
    <w:rsid w:val="00EC1F8F"/>
    <w:rsid w:val="00EC359A"/>
    <w:rsid w:val="00EC3E97"/>
    <w:rsid w:val="00EC4270"/>
    <w:rsid w:val="00EC495E"/>
    <w:rsid w:val="00EC502A"/>
    <w:rsid w:val="00EC58D8"/>
    <w:rsid w:val="00EC6A8E"/>
    <w:rsid w:val="00ED3452"/>
    <w:rsid w:val="00ED6371"/>
    <w:rsid w:val="00ED6435"/>
    <w:rsid w:val="00ED6C20"/>
    <w:rsid w:val="00EE0C1D"/>
    <w:rsid w:val="00EE1976"/>
    <w:rsid w:val="00EE198A"/>
    <w:rsid w:val="00EE21B3"/>
    <w:rsid w:val="00EE591E"/>
    <w:rsid w:val="00EE5FEC"/>
    <w:rsid w:val="00EE7B40"/>
    <w:rsid w:val="00EE7BA9"/>
    <w:rsid w:val="00EE7FCC"/>
    <w:rsid w:val="00EF0258"/>
    <w:rsid w:val="00EF11E7"/>
    <w:rsid w:val="00EF1201"/>
    <w:rsid w:val="00EF2A12"/>
    <w:rsid w:val="00EF2BD6"/>
    <w:rsid w:val="00EF557C"/>
    <w:rsid w:val="00F00681"/>
    <w:rsid w:val="00F0095A"/>
    <w:rsid w:val="00F00DD9"/>
    <w:rsid w:val="00F00FB7"/>
    <w:rsid w:val="00F05FB8"/>
    <w:rsid w:val="00F065F1"/>
    <w:rsid w:val="00F067BF"/>
    <w:rsid w:val="00F072F2"/>
    <w:rsid w:val="00F07F81"/>
    <w:rsid w:val="00F118EA"/>
    <w:rsid w:val="00F12B18"/>
    <w:rsid w:val="00F12BE4"/>
    <w:rsid w:val="00F14A09"/>
    <w:rsid w:val="00F14F1E"/>
    <w:rsid w:val="00F16A9F"/>
    <w:rsid w:val="00F17E62"/>
    <w:rsid w:val="00F21246"/>
    <w:rsid w:val="00F23697"/>
    <w:rsid w:val="00F23965"/>
    <w:rsid w:val="00F24317"/>
    <w:rsid w:val="00F24B40"/>
    <w:rsid w:val="00F24F37"/>
    <w:rsid w:val="00F252DC"/>
    <w:rsid w:val="00F258DA"/>
    <w:rsid w:val="00F27503"/>
    <w:rsid w:val="00F31270"/>
    <w:rsid w:val="00F316DF"/>
    <w:rsid w:val="00F3285F"/>
    <w:rsid w:val="00F35B57"/>
    <w:rsid w:val="00F41800"/>
    <w:rsid w:val="00F42A76"/>
    <w:rsid w:val="00F43524"/>
    <w:rsid w:val="00F4364B"/>
    <w:rsid w:val="00F46847"/>
    <w:rsid w:val="00F547B5"/>
    <w:rsid w:val="00F564E5"/>
    <w:rsid w:val="00F61669"/>
    <w:rsid w:val="00F62599"/>
    <w:rsid w:val="00F62E8E"/>
    <w:rsid w:val="00F637E3"/>
    <w:rsid w:val="00F64E01"/>
    <w:rsid w:val="00F66D02"/>
    <w:rsid w:val="00F70131"/>
    <w:rsid w:val="00F70C4B"/>
    <w:rsid w:val="00F736AA"/>
    <w:rsid w:val="00F76C5B"/>
    <w:rsid w:val="00F81165"/>
    <w:rsid w:val="00F811AC"/>
    <w:rsid w:val="00F81CC4"/>
    <w:rsid w:val="00F831C3"/>
    <w:rsid w:val="00F8469F"/>
    <w:rsid w:val="00F85F1F"/>
    <w:rsid w:val="00F86461"/>
    <w:rsid w:val="00F87A5A"/>
    <w:rsid w:val="00F87D9E"/>
    <w:rsid w:val="00F90FB9"/>
    <w:rsid w:val="00F91646"/>
    <w:rsid w:val="00F91D75"/>
    <w:rsid w:val="00F92B1E"/>
    <w:rsid w:val="00F97660"/>
    <w:rsid w:val="00FA2AF8"/>
    <w:rsid w:val="00FA3F9A"/>
    <w:rsid w:val="00FA4EFE"/>
    <w:rsid w:val="00FA6243"/>
    <w:rsid w:val="00FA691D"/>
    <w:rsid w:val="00FB0396"/>
    <w:rsid w:val="00FB09B9"/>
    <w:rsid w:val="00FB0F8C"/>
    <w:rsid w:val="00FB329A"/>
    <w:rsid w:val="00FB778E"/>
    <w:rsid w:val="00FC02EA"/>
    <w:rsid w:val="00FC1411"/>
    <w:rsid w:val="00FC20E4"/>
    <w:rsid w:val="00FC21E8"/>
    <w:rsid w:val="00FC44C2"/>
    <w:rsid w:val="00FC605F"/>
    <w:rsid w:val="00FD0015"/>
    <w:rsid w:val="00FD28D1"/>
    <w:rsid w:val="00FD3AA4"/>
    <w:rsid w:val="00FD57FD"/>
    <w:rsid w:val="00FD7113"/>
    <w:rsid w:val="00FE285A"/>
    <w:rsid w:val="00FE4424"/>
    <w:rsid w:val="00FE752A"/>
    <w:rsid w:val="00FE756C"/>
    <w:rsid w:val="00FE77BD"/>
    <w:rsid w:val="00FF0260"/>
    <w:rsid w:val="00FF04A7"/>
    <w:rsid w:val="00FF1C21"/>
    <w:rsid w:val="00FF276F"/>
    <w:rsid w:val="00FF34F9"/>
    <w:rsid w:val="00FF54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076F2"/>
    <w:rPr>
      <w:rFonts w:ascii="Arial" w:hAnsi="Arial" w:cs="Arial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13B0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13B0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13B0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13B0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13B0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13B09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13B09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13B09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13B09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13B0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13B0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13B0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13B09"/>
    <w:rPr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13B09"/>
    <w:rPr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13B09"/>
    <w:rPr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13B09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13B09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13B09"/>
    <w:rPr>
      <w:rFonts w:asciiTheme="majorHAnsi" w:eastAsiaTheme="majorEastAsia" w:hAnsiTheme="majorHAnsi"/>
    </w:rPr>
  </w:style>
  <w:style w:type="paragraph" w:styleId="Titel">
    <w:name w:val="Title"/>
    <w:basedOn w:val="Standard"/>
    <w:next w:val="Standard"/>
    <w:link w:val="TitelZchn"/>
    <w:uiPriority w:val="10"/>
    <w:qFormat/>
    <w:rsid w:val="00813B0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813B0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13B0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13B09"/>
    <w:rPr>
      <w:rFonts w:asciiTheme="majorHAnsi" w:eastAsiaTheme="majorEastAsia" w:hAnsiTheme="majorHAnsi"/>
      <w:sz w:val="24"/>
      <w:szCs w:val="24"/>
    </w:rPr>
  </w:style>
  <w:style w:type="character" w:styleId="Fett">
    <w:name w:val="Strong"/>
    <w:basedOn w:val="Absatz-Standardschriftart"/>
    <w:uiPriority w:val="22"/>
    <w:qFormat/>
    <w:rsid w:val="00813B09"/>
    <w:rPr>
      <w:b/>
      <w:bCs/>
    </w:rPr>
  </w:style>
  <w:style w:type="character" w:styleId="Hervorhebung">
    <w:name w:val="Emphasis"/>
    <w:basedOn w:val="Absatz-Standardschriftart"/>
    <w:uiPriority w:val="20"/>
    <w:qFormat/>
    <w:rsid w:val="00813B09"/>
    <w:rPr>
      <w:rFonts w:asciiTheme="minorHAnsi" w:hAnsiTheme="minorHAnsi"/>
      <w:b/>
      <w:i/>
      <w:iCs/>
    </w:rPr>
  </w:style>
  <w:style w:type="paragraph" w:styleId="KeinLeerraum">
    <w:name w:val="No Spacing"/>
    <w:basedOn w:val="Standard"/>
    <w:uiPriority w:val="1"/>
    <w:qFormat/>
    <w:rsid w:val="00813B09"/>
    <w:rPr>
      <w:szCs w:val="32"/>
    </w:rPr>
  </w:style>
  <w:style w:type="paragraph" w:styleId="Listenabsatz">
    <w:name w:val="List Paragraph"/>
    <w:basedOn w:val="Standard"/>
    <w:uiPriority w:val="34"/>
    <w:qFormat/>
    <w:rsid w:val="00813B09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813B09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813B09"/>
    <w:rPr>
      <w:i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13B09"/>
    <w:pPr>
      <w:ind w:left="720" w:right="720"/>
    </w:pPr>
    <w:rPr>
      <w:b/>
      <w:i/>
      <w:szCs w:val="2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13B09"/>
    <w:rPr>
      <w:b/>
      <w:i/>
      <w:sz w:val="24"/>
    </w:rPr>
  </w:style>
  <w:style w:type="character" w:styleId="SchwacheHervorhebung">
    <w:name w:val="Subtle Emphasis"/>
    <w:uiPriority w:val="19"/>
    <w:qFormat/>
    <w:rsid w:val="00813B09"/>
    <w:rPr>
      <w:i/>
      <w:color w:val="5A5A5A" w:themeColor="text1" w:themeTint="A5"/>
    </w:rPr>
  </w:style>
  <w:style w:type="character" w:styleId="IntensiveHervorhebung">
    <w:name w:val="Intense Emphasis"/>
    <w:basedOn w:val="Absatz-Standardschriftart"/>
    <w:uiPriority w:val="21"/>
    <w:qFormat/>
    <w:rsid w:val="00813B09"/>
    <w:rPr>
      <w:b/>
      <w:i/>
      <w:sz w:val="24"/>
      <w:szCs w:val="24"/>
      <w:u w:val="single"/>
    </w:rPr>
  </w:style>
  <w:style w:type="character" w:styleId="SchwacherVerweis">
    <w:name w:val="Subtle Reference"/>
    <w:basedOn w:val="Absatz-Standardschriftart"/>
    <w:uiPriority w:val="31"/>
    <w:qFormat/>
    <w:rsid w:val="00813B09"/>
    <w:rPr>
      <w:sz w:val="24"/>
      <w:szCs w:val="24"/>
      <w:u w:val="single"/>
    </w:rPr>
  </w:style>
  <w:style w:type="character" w:styleId="IntensiverVerweis">
    <w:name w:val="Intense Reference"/>
    <w:basedOn w:val="Absatz-Standardschriftart"/>
    <w:uiPriority w:val="32"/>
    <w:qFormat/>
    <w:rsid w:val="00813B09"/>
    <w:rPr>
      <w:b/>
      <w:sz w:val="24"/>
      <w:u w:val="single"/>
    </w:rPr>
  </w:style>
  <w:style w:type="character" w:styleId="Buchtitel">
    <w:name w:val="Book Title"/>
    <w:basedOn w:val="Absatz-Standardschriftart"/>
    <w:uiPriority w:val="33"/>
    <w:qFormat/>
    <w:rsid w:val="00813B09"/>
    <w:rPr>
      <w:rFonts w:asciiTheme="majorHAnsi" w:eastAsiaTheme="majorEastAsia" w:hAnsiTheme="majorHAnsi"/>
      <w:b/>
      <w:i/>
      <w:sz w:val="24"/>
      <w:szCs w:val="24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813B09"/>
    <w:pPr>
      <w:outlineLvl w:val="9"/>
    </w:pPr>
  </w:style>
  <w:style w:type="paragraph" w:styleId="Kopfzeile">
    <w:name w:val="header"/>
    <w:basedOn w:val="Standard"/>
    <w:link w:val="KopfzeileZchn"/>
    <w:uiPriority w:val="99"/>
    <w:unhideWhenUsed/>
    <w:rsid w:val="004C3E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C3E5B"/>
    <w:rPr>
      <w:rFonts w:ascii="Arial" w:hAnsi="Arial" w:cs="Arial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4C3E5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C3E5B"/>
    <w:rPr>
      <w:rFonts w:ascii="Arial" w:hAnsi="Arial" w:cs="Arial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11CA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11CA4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nhideWhenUsed/>
    <w:rsid w:val="004B092D"/>
    <w:pPr>
      <w:spacing w:before="100" w:beforeAutospacing="1" w:after="119"/>
    </w:pPr>
    <w:rPr>
      <w:rFonts w:ascii="Times New Roman" w:eastAsia="Times New Roman" w:hAnsi="Times New Roman" w:cs="Times New Roman"/>
      <w:sz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B5DB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B5DB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B5DBA"/>
    <w:rPr>
      <w:rFonts w:ascii="Arial" w:hAnsi="Arial" w:cs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B5DB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B5DBA"/>
    <w:rPr>
      <w:rFonts w:ascii="Arial" w:hAnsi="Arial" w:cs="Arial"/>
      <w:b/>
      <w:bCs/>
      <w:sz w:val="20"/>
      <w:szCs w:val="20"/>
    </w:rPr>
  </w:style>
  <w:style w:type="paragraph" w:customStyle="1" w:styleId="Default">
    <w:name w:val="Default"/>
    <w:rsid w:val="00D655A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076F2"/>
    <w:rPr>
      <w:rFonts w:ascii="Arial" w:hAnsi="Arial" w:cs="Arial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13B0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13B0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13B0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13B0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13B0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13B09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13B09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13B09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13B09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13B0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13B0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13B0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13B09"/>
    <w:rPr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13B09"/>
    <w:rPr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13B09"/>
    <w:rPr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13B09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13B09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13B09"/>
    <w:rPr>
      <w:rFonts w:asciiTheme="majorHAnsi" w:eastAsiaTheme="majorEastAsia" w:hAnsiTheme="majorHAnsi"/>
    </w:rPr>
  </w:style>
  <w:style w:type="paragraph" w:styleId="Titel">
    <w:name w:val="Title"/>
    <w:basedOn w:val="Standard"/>
    <w:next w:val="Standard"/>
    <w:link w:val="TitelZchn"/>
    <w:uiPriority w:val="10"/>
    <w:qFormat/>
    <w:rsid w:val="00813B0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813B0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13B0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13B09"/>
    <w:rPr>
      <w:rFonts w:asciiTheme="majorHAnsi" w:eastAsiaTheme="majorEastAsia" w:hAnsiTheme="majorHAnsi"/>
      <w:sz w:val="24"/>
      <w:szCs w:val="24"/>
    </w:rPr>
  </w:style>
  <w:style w:type="character" w:styleId="Fett">
    <w:name w:val="Strong"/>
    <w:basedOn w:val="Absatz-Standardschriftart"/>
    <w:uiPriority w:val="22"/>
    <w:qFormat/>
    <w:rsid w:val="00813B09"/>
    <w:rPr>
      <w:b/>
      <w:bCs/>
    </w:rPr>
  </w:style>
  <w:style w:type="character" w:styleId="Hervorhebung">
    <w:name w:val="Emphasis"/>
    <w:basedOn w:val="Absatz-Standardschriftart"/>
    <w:uiPriority w:val="20"/>
    <w:qFormat/>
    <w:rsid w:val="00813B09"/>
    <w:rPr>
      <w:rFonts w:asciiTheme="minorHAnsi" w:hAnsiTheme="minorHAnsi"/>
      <w:b/>
      <w:i/>
      <w:iCs/>
    </w:rPr>
  </w:style>
  <w:style w:type="paragraph" w:styleId="KeinLeerraum">
    <w:name w:val="No Spacing"/>
    <w:basedOn w:val="Standard"/>
    <w:uiPriority w:val="1"/>
    <w:qFormat/>
    <w:rsid w:val="00813B09"/>
    <w:rPr>
      <w:szCs w:val="32"/>
    </w:rPr>
  </w:style>
  <w:style w:type="paragraph" w:styleId="Listenabsatz">
    <w:name w:val="List Paragraph"/>
    <w:basedOn w:val="Standard"/>
    <w:uiPriority w:val="34"/>
    <w:qFormat/>
    <w:rsid w:val="00813B09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813B09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813B09"/>
    <w:rPr>
      <w:i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13B09"/>
    <w:pPr>
      <w:ind w:left="720" w:right="720"/>
    </w:pPr>
    <w:rPr>
      <w:b/>
      <w:i/>
      <w:szCs w:val="2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13B09"/>
    <w:rPr>
      <w:b/>
      <w:i/>
      <w:sz w:val="24"/>
    </w:rPr>
  </w:style>
  <w:style w:type="character" w:styleId="SchwacheHervorhebung">
    <w:name w:val="Subtle Emphasis"/>
    <w:uiPriority w:val="19"/>
    <w:qFormat/>
    <w:rsid w:val="00813B09"/>
    <w:rPr>
      <w:i/>
      <w:color w:val="5A5A5A" w:themeColor="text1" w:themeTint="A5"/>
    </w:rPr>
  </w:style>
  <w:style w:type="character" w:styleId="IntensiveHervorhebung">
    <w:name w:val="Intense Emphasis"/>
    <w:basedOn w:val="Absatz-Standardschriftart"/>
    <w:uiPriority w:val="21"/>
    <w:qFormat/>
    <w:rsid w:val="00813B09"/>
    <w:rPr>
      <w:b/>
      <w:i/>
      <w:sz w:val="24"/>
      <w:szCs w:val="24"/>
      <w:u w:val="single"/>
    </w:rPr>
  </w:style>
  <w:style w:type="character" w:styleId="SchwacherVerweis">
    <w:name w:val="Subtle Reference"/>
    <w:basedOn w:val="Absatz-Standardschriftart"/>
    <w:uiPriority w:val="31"/>
    <w:qFormat/>
    <w:rsid w:val="00813B09"/>
    <w:rPr>
      <w:sz w:val="24"/>
      <w:szCs w:val="24"/>
      <w:u w:val="single"/>
    </w:rPr>
  </w:style>
  <w:style w:type="character" w:styleId="IntensiverVerweis">
    <w:name w:val="Intense Reference"/>
    <w:basedOn w:val="Absatz-Standardschriftart"/>
    <w:uiPriority w:val="32"/>
    <w:qFormat/>
    <w:rsid w:val="00813B09"/>
    <w:rPr>
      <w:b/>
      <w:sz w:val="24"/>
      <w:u w:val="single"/>
    </w:rPr>
  </w:style>
  <w:style w:type="character" w:styleId="Buchtitel">
    <w:name w:val="Book Title"/>
    <w:basedOn w:val="Absatz-Standardschriftart"/>
    <w:uiPriority w:val="33"/>
    <w:qFormat/>
    <w:rsid w:val="00813B09"/>
    <w:rPr>
      <w:rFonts w:asciiTheme="majorHAnsi" w:eastAsiaTheme="majorEastAsia" w:hAnsiTheme="majorHAnsi"/>
      <w:b/>
      <w:i/>
      <w:sz w:val="24"/>
      <w:szCs w:val="24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813B09"/>
    <w:pPr>
      <w:outlineLvl w:val="9"/>
    </w:pPr>
  </w:style>
  <w:style w:type="paragraph" w:styleId="Kopfzeile">
    <w:name w:val="header"/>
    <w:basedOn w:val="Standard"/>
    <w:link w:val="KopfzeileZchn"/>
    <w:uiPriority w:val="99"/>
    <w:unhideWhenUsed/>
    <w:rsid w:val="004C3E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C3E5B"/>
    <w:rPr>
      <w:rFonts w:ascii="Arial" w:hAnsi="Arial" w:cs="Arial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4C3E5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C3E5B"/>
    <w:rPr>
      <w:rFonts w:ascii="Arial" w:hAnsi="Arial" w:cs="Arial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11CA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11CA4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nhideWhenUsed/>
    <w:rsid w:val="004B092D"/>
    <w:pPr>
      <w:spacing w:before="100" w:beforeAutospacing="1" w:after="119"/>
    </w:pPr>
    <w:rPr>
      <w:rFonts w:ascii="Times New Roman" w:eastAsia="Times New Roman" w:hAnsi="Times New Roman" w:cs="Times New Roman"/>
      <w:sz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B5DB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B5DB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B5DBA"/>
    <w:rPr>
      <w:rFonts w:ascii="Arial" w:hAnsi="Arial" w:cs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B5DB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B5DBA"/>
    <w:rPr>
      <w:rFonts w:ascii="Arial" w:hAnsi="Arial" w:cs="Arial"/>
      <w:b/>
      <w:bCs/>
      <w:sz w:val="20"/>
      <w:szCs w:val="20"/>
    </w:rPr>
  </w:style>
  <w:style w:type="paragraph" w:customStyle="1" w:styleId="Default">
    <w:name w:val="Default"/>
    <w:rsid w:val="00D655A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4B2EE-9092-480B-8E71-9D8582FAC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656F2C04.dotm</Template>
  <TotalTime>0</TotalTime>
  <Pages>2</Pages>
  <Words>328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Gemeinde Am Mellensee</Company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kessler</dc:creator>
  <cp:lastModifiedBy>Neuendorf, Petra, 20, Gemeinde Am Mellensee</cp:lastModifiedBy>
  <cp:revision>10</cp:revision>
  <cp:lastPrinted>2017-05-24T11:53:00Z</cp:lastPrinted>
  <dcterms:created xsi:type="dcterms:W3CDTF">2017-05-24T11:44:00Z</dcterms:created>
  <dcterms:modified xsi:type="dcterms:W3CDTF">2017-06-01T15:21:00Z</dcterms:modified>
</cp:coreProperties>
</file>